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DD1D9" w14:textId="77777777" w:rsidR="007B3977" w:rsidRPr="001401A6" w:rsidRDefault="00482798" w:rsidP="00BF60E7">
      <w:pPr>
        <w:spacing w:line="260" w:lineRule="atLeast"/>
        <w:outlineLvl w:val="0"/>
        <w:rPr>
          <w:rFonts w:ascii="Arial" w:hAnsi="Arial" w:cs="Arial"/>
          <w:b/>
          <w:sz w:val="18"/>
          <w:szCs w:val="18"/>
          <w:lang w:val="en-US"/>
        </w:rPr>
      </w:pPr>
      <w:r>
        <w:rPr>
          <w:rFonts w:ascii="Arial" w:hAnsi="Arial" w:cs="Arial"/>
          <w:sz w:val="18"/>
          <w:szCs w:val="18"/>
          <w:u w:val="single"/>
          <w:lang w:val="en-US"/>
        </w:rPr>
        <w:t>Smart Reordering System</w:t>
      </w:r>
    </w:p>
    <w:p w14:paraId="6C582CA6" w14:textId="77777777" w:rsidR="00DC56E2" w:rsidRPr="001401A6" w:rsidRDefault="00DC56E2" w:rsidP="00BF60E7">
      <w:pPr>
        <w:spacing w:line="260" w:lineRule="atLeast"/>
        <w:outlineLvl w:val="0"/>
        <w:rPr>
          <w:rFonts w:ascii="Arial" w:hAnsi="Arial" w:cs="Arial"/>
          <w:b/>
          <w:sz w:val="18"/>
          <w:szCs w:val="18"/>
          <w:lang w:val="en-US"/>
        </w:rPr>
      </w:pPr>
    </w:p>
    <w:p w14:paraId="0DB5CCB3" w14:textId="77777777" w:rsidR="00AB6439" w:rsidRDefault="003B20C3" w:rsidP="00BF60E7">
      <w:pPr>
        <w:spacing w:line="260" w:lineRule="atLeast"/>
        <w:rPr>
          <w:rFonts w:ascii="Arial" w:hAnsi="Arial" w:cs="Arial"/>
          <w:b/>
          <w:sz w:val="18"/>
          <w:szCs w:val="18"/>
          <w:lang w:val="en-US"/>
        </w:rPr>
      </w:pPr>
      <w:r w:rsidRPr="003B20C3">
        <w:rPr>
          <w:rFonts w:ascii="Arial" w:hAnsi="Arial" w:cs="Arial"/>
          <w:b/>
          <w:sz w:val="18"/>
          <w:szCs w:val="18"/>
          <w:lang w:val="en-US"/>
        </w:rPr>
        <w:t>Inventories at a glance every time: Intelligent system from Balluff for materials management</w:t>
      </w:r>
    </w:p>
    <w:p w14:paraId="127AB430" w14:textId="77777777" w:rsidR="003B20C3" w:rsidRPr="001401A6" w:rsidRDefault="003B20C3" w:rsidP="00BF60E7">
      <w:pPr>
        <w:spacing w:line="260" w:lineRule="atLeast"/>
        <w:rPr>
          <w:rFonts w:ascii="Arial" w:hAnsi="Arial" w:cs="Arial"/>
          <w:b/>
          <w:sz w:val="18"/>
          <w:szCs w:val="18"/>
          <w:lang w:val="en-US"/>
        </w:rPr>
      </w:pPr>
    </w:p>
    <w:p w14:paraId="085F6205" w14:textId="77777777" w:rsidR="00FD1D97" w:rsidRDefault="006C68B8" w:rsidP="00A01D0F">
      <w:pPr>
        <w:spacing w:line="260" w:lineRule="atLeast"/>
        <w:rPr>
          <w:rFonts w:ascii="Arial" w:hAnsi="Arial" w:cs="Arial"/>
          <w:b/>
          <w:sz w:val="18"/>
          <w:szCs w:val="18"/>
          <w:lang w:val="en-US"/>
        </w:rPr>
      </w:pPr>
      <w:r w:rsidRPr="006C68B8">
        <w:rPr>
          <w:rFonts w:ascii="Arial" w:hAnsi="Arial" w:cs="Arial"/>
          <w:b/>
          <w:sz w:val="18"/>
          <w:szCs w:val="18"/>
          <w:lang w:val="en-US"/>
        </w:rPr>
        <w:t>The new Smart Reordering System from Balluff makes it possible to monitor warehouse stocks fully automatically and to optimize the material flow. Manual and thus often error-prone processes become obsolete. Both material bottlenecks and overstocks are a thing of the past.</w:t>
      </w:r>
    </w:p>
    <w:p w14:paraId="4E3FFF5B" w14:textId="77777777" w:rsidR="006C68B8" w:rsidRPr="001401A6" w:rsidRDefault="006C68B8" w:rsidP="00A01D0F">
      <w:pPr>
        <w:spacing w:line="260" w:lineRule="atLeast"/>
        <w:rPr>
          <w:rFonts w:ascii="Arial" w:hAnsi="Arial" w:cs="Arial"/>
          <w:b/>
          <w:sz w:val="18"/>
          <w:szCs w:val="18"/>
          <w:lang w:val="en-US"/>
        </w:rPr>
      </w:pPr>
    </w:p>
    <w:p w14:paraId="08341FFA" w14:textId="5B452FFC" w:rsidR="00126976" w:rsidRDefault="00C01A57" w:rsidP="00BF60E7">
      <w:pPr>
        <w:spacing w:line="260" w:lineRule="atLeast"/>
        <w:rPr>
          <w:rFonts w:ascii="Arial" w:hAnsi="Arial" w:cs="Arial"/>
          <w:sz w:val="18"/>
          <w:szCs w:val="18"/>
          <w:lang w:val="en-US"/>
        </w:rPr>
      </w:pPr>
      <w:r w:rsidRPr="00C01A57">
        <w:rPr>
          <w:rFonts w:ascii="Arial" w:hAnsi="Arial" w:cs="Arial"/>
          <w:sz w:val="18"/>
          <w:szCs w:val="18"/>
          <w:lang w:val="en-US"/>
        </w:rPr>
        <w:t>In many companies, production is based on the pull principle. This means that a service is only provided when it is requested</w:t>
      </w:r>
      <w:r w:rsidR="00A26132">
        <w:rPr>
          <w:rFonts w:ascii="Arial" w:hAnsi="Arial" w:cs="Arial"/>
          <w:sz w:val="18"/>
          <w:szCs w:val="18"/>
          <w:lang w:val="en-US"/>
        </w:rPr>
        <w:t>,</w:t>
      </w:r>
      <w:r w:rsidRPr="00C01A57">
        <w:rPr>
          <w:rFonts w:ascii="Arial" w:hAnsi="Arial" w:cs="Arial"/>
          <w:sz w:val="18"/>
          <w:szCs w:val="18"/>
          <w:lang w:val="en-US"/>
        </w:rPr>
        <w:t xml:space="preserve"> </w:t>
      </w:r>
      <w:r w:rsidR="00A26132">
        <w:rPr>
          <w:rFonts w:ascii="Arial" w:hAnsi="Arial" w:cs="Arial"/>
          <w:sz w:val="18"/>
          <w:szCs w:val="18"/>
          <w:lang w:val="en-US"/>
        </w:rPr>
        <w:t>rather than</w:t>
      </w:r>
      <w:r w:rsidRPr="00C01A57">
        <w:rPr>
          <w:rFonts w:ascii="Arial" w:hAnsi="Arial" w:cs="Arial"/>
          <w:sz w:val="18"/>
          <w:szCs w:val="18"/>
          <w:lang w:val="en-US"/>
        </w:rPr>
        <w:t xml:space="preserve"> continuously. This requires sufficient stocks of materials in order to be able to execute orders smoothly. "Stocks are often still managed manually with kanban cards. In addition, there are fixed time intervals for material provision. Such processes are error-prone and inflexible," explains Sebastian Köhler, Strategic Incubation Manager at Balluff. As a digital solution, the </w:t>
      </w:r>
      <w:hyperlink r:id="rId10" w:history="1">
        <w:r w:rsidRPr="000D3EEB">
          <w:rPr>
            <w:rStyle w:val="Hyperlink"/>
            <w:rFonts w:ascii="Arial" w:hAnsi="Arial" w:cs="Arial"/>
            <w:sz w:val="18"/>
            <w:szCs w:val="18"/>
            <w:lang w:val="en-US"/>
          </w:rPr>
          <w:t>Smart Reordering System</w:t>
        </w:r>
      </w:hyperlink>
      <w:r w:rsidRPr="00C01A57">
        <w:rPr>
          <w:rFonts w:ascii="Arial" w:hAnsi="Arial" w:cs="Arial"/>
          <w:sz w:val="18"/>
          <w:szCs w:val="18"/>
          <w:lang w:val="en-US"/>
        </w:rPr>
        <w:t xml:space="preserve"> replaces manual processes and enables dynamic inventory management </w:t>
      </w:r>
      <w:r>
        <w:rPr>
          <w:rFonts w:ascii="Arial" w:hAnsi="Arial" w:cs="Arial"/>
          <w:sz w:val="18"/>
          <w:szCs w:val="18"/>
          <w:lang w:val="en-US"/>
        </w:rPr>
        <w:t>–</w:t>
      </w:r>
      <w:r w:rsidRPr="00C01A57">
        <w:rPr>
          <w:rFonts w:ascii="Arial" w:hAnsi="Arial" w:cs="Arial"/>
          <w:sz w:val="18"/>
          <w:szCs w:val="18"/>
          <w:lang w:val="en-US"/>
        </w:rPr>
        <w:t xml:space="preserve"> either</w:t>
      </w:r>
      <w:r>
        <w:rPr>
          <w:rFonts w:ascii="Arial" w:hAnsi="Arial" w:cs="Arial"/>
          <w:sz w:val="18"/>
          <w:szCs w:val="18"/>
          <w:lang w:val="en-US"/>
        </w:rPr>
        <w:t xml:space="preserve"> </w:t>
      </w:r>
      <w:r w:rsidRPr="00C01A57">
        <w:rPr>
          <w:rFonts w:ascii="Arial" w:hAnsi="Arial" w:cs="Arial"/>
          <w:sz w:val="18"/>
          <w:szCs w:val="18"/>
          <w:lang w:val="en-US"/>
        </w:rPr>
        <w:t>as a fully automated Kanban system or as a supplement to existing systems such as e-Kanban with RFID. The goal: to digitalize intralogistics.</w:t>
      </w:r>
    </w:p>
    <w:p w14:paraId="52BB6C19" w14:textId="77777777" w:rsidR="000D3EEB" w:rsidRDefault="000D3EEB" w:rsidP="00BF60E7">
      <w:pPr>
        <w:spacing w:line="260" w:lineRule="atLeast"/>
        <w:rPr>
          <w:rFonts w:ascii="Arial" w:hAnsi="Arial" w:cs="Arial"/>
          <w:sz w:val="18"/>
          <w:szCs w:val="18"/>
          <w:lang w:val="en-US"/>
        </w:rPr>
      </w:pPr>
    </w:p>
    <w:p w14:paraId="7B2ED059" w14:textId="77777777" w:rsidR="000D3EEB" w:rsidRPr="00526061" w:rsidRDefault="00526061" w:rsidP="00BF60E7">
      <w:pPr>
        <w:spacing w:line="260" w:lineRule="atLeast"/>
        <w:rPr>
          <w:rFonts w:ascii="Arial" w:hAnsi="Arial" w:cs="Arial"/>
          <w:b/>
          <w:bCs/>
          <w:sz w:val="18"/>
          <w:szCs w:val="18"/>
          <w:lang w:val="en-US"/>
        </w:rPr>
      </w:pPr>
      <w:r w:rsidRPr="00526061">
        <w:rPr>
          <w:rFonts w:ascii="Arial" w:hAnsi="Arial" w:cs="Arial"/>
          <w:b/>
          <w:bCs/>
          <w:sz w:val="18"/>
          <w:szCs w:val="18"/>
          <w:lang w:val="en-US"/>
        </w:rPr>
        <w:t>In just a few steps to digital inventory management</w:t>
      </w:r>
    </w:p>
    <w:p w14:paraId="4DFBDB4B" w14:textId="2F7EAD98" w:rsidR="00C01A57" w:rsidRDefault="00C024A8" w:rsidP="00BF60E7">
      <w:pPr>
        <w:spacing w:line="260" w:lineRule="atLeast"/>
        <w:rPr>
          <w:rFonts w:ascii="Arial" w:hAnsi="Arial" w:cs="Arial"/>
          <w:sz w:val="18"/>
          <w:szCs w:val="18"/>
          <w:lang w:val="en-US"/>
        </w:rPr>
      </w:pPr>
      <w:r w:rsidRPr="00C024A8">
        <w:rPr>
          <w:rFonts w:ascii="Arial" w:hAnsi="Arial" w:cs="Arial"/>
          <w:sz w:val="18"/>
          <w:szCs w:val="18"/>
          <w:lang w:val="en-US"/>
        </w:rPr>
        <w:t xml:space="preserve">As an Industrial Internet of Things (IIoT) application, the Smart Reordering System includes all the necessary components </w:t>
      </w:r>
      <w:r w:rsidR="002E6FD1">
        <w:rPr>
          <w:rFonts w:ascii="Arial" w:hAnsi="Arial" w:cs="Arial"/>
          <w:sz w:val="18"/>
          <w:szCs w:val="18"/>
          <w:lang w:val="en-US"/>
        </w:rPr>
        <w:t>–</w:t>
      </w:r>
      <w:r w:rsidRPr="00C024A8">
        <w:rPr>
          <w:rFonts w:ascii="Arial" w:hAnsi="Arial" w:cs="Arial"/>
          <w:sz w:val="18"/>
          <w:szCs w:val="18"/>
          <w:lang w:val="en-US"/>
        </w:rPr>
        <w:t xml:space="preserve"> from</w:t>
      </w:r>
      <w:r w:rsidR="002E6FD1">
        <w:rPr>
          <w:rFonts w:ascii="Arial" w:hAnsi="Arial" w:cs="Arial"/>
          <w:sz w:val="18"/>
          <w:szCs w:val="18"/>
          <w:lang w:val="en-US"/>
        </w:rPr>
        <w:t xml:space="preserve"> </w:t>
      </w:r>
      <w:r w:rsidRPr="00C024A8">
        <w:rPr>
          <w:rFonts w:ascii="Arial" w:hAnsi="Arial" w:cs="Arial"/>
          <w:sz w:val="18"/>
          <w:szCs w:val="18"/>
          <w:lang w:val="en-US"/>
        </w:rPr>
        <w:t xml:space="preserve">the sensor to the gateway </w:t>
      </w:r>
      <w:r w:rsidR="00A26132">
        <w:rPr>
          <w:rFonts w:ascii="Arial" w:hAnsi="Arial" w:cs="Arial"/>
          <w:sz w:val="18"/>
          <w:szCs w:val="18"/>
          <w:lang w:val="en-US"/>
        </w:rPr>
        <w:t>and</w:t>
      </w:r>
      <w:r w:rsidR="00A26132" w:rsidRPr="00C024A8">
        <w:rPr>
          <w:rFonts w:ascii="Arial" w:hAnsi="Arial" w:cs="Arial"/>
          <w:sz w:val="18"/>
          <w:szCs w:val="18"/>
          <w:lang w:val="en-US"/>
        </w:rPr>
        <w:t xml:space="preserve"> </w:t>
      </w:r>
      <w:r w:rsidRPr="00C024A8">
        <w:rPr>
          <w:rFonts w:ascii="Arial" w:hAnsi="Arial" w:cs="Arial"/>
          <w:sz w:val="18"/>
          <w:szCs w:val="18"/>
          <w:lang w:val="en-US"/>
        </w:rPr>
        <w:t xml:space="preserve">the cloud application. Installation is quick: The battery powered optical sensors can be attached to the material location without wiring, regardless of whether it is a kanban shelf, pallet location, assembly workstation or delivery and pick-up location. Only the gateway needs to be supplied with power. The connection to the system is made either via Ethernet or optionally with a SIM card. Users log into the cloud application, where the sensor data is processed and edited, via a web browser. Data security is guaranteed throughout the entire process, and no intervention in the existing IT infrastructure or additional software is required. "Our pilot customers have </w:t>
      </w:r>
      <w:r w:rsidR="00A26132">
        <w:rPr>
          <w:rFonts w:ascii="Arial" w:hAnsi="Arial" w:cs="Arial"/>
          <w:sz w:val="18"/>
          <w:szCs w:val="18"/>
          <w:lang w:val="en-US"/>
        </w:rPr>
        <w:t>especially</w:t>
      </w:r>
      <w:r w:rsidR="00A26132" w:rsidRPr="00C024A8">
        <w:rPr>
          <w:rFonts w:ascii="Arial" w:hAnsi="Arial" w:cs="Arial"/>
          <w:sz w:val="18"/>
          <w:szCs w:val="18"/>
          <w:lang w:val="en-US"/>
        </w:rPr>
        <w:t xml:space="preserve"> </w:t>
      </w:r>
      <w:r w:rsidRPr="00C024A8">
        <w:rPr>
          <w:rFonts w:ascii="Arial" w:hAnsi="Arial" w:cs="Arial"/>
          <w:sz w:val="18"/>
          <w:szCs w:val="18"/>
          <w:lang w:val="en-US"/>
        </w:rPr>
        <w:t xml:space="preserve">appreciated the fast and uncomplicated installation of the Smart Reordering System. </w:t>
      </w:r>
      <w:r w:rsidR="00A26132">
        <w:rPr>
          <w:rFonts w:ascii="Arial" w:hAnsi="Arial" w:cs="Arial"/>
          <w:sz w:val="18"/>
          <w:szCs w:val="18"/>
          <w:lang w:val="en-US"/>
        </w:rPr>
        <w:t>T</w:t>
      </w:r>
      <w:r w:rsidRPr="00C024A8">
        <w:rPr>
          <w:rFonts w:ascii="Arial" w:hAnsi="Arial" w:cs="Arial"/>
          <w:sz w:val="18"/>
          <w:szCs w:val="18"/>
          <w:lang w:val="en-US"/>
        </w:rPr>
        <w:t>he major time and cost savings are also a major plus point for them," says Köhler.</w:t>
      </w:r>
    </w:p>
    <w:p w14:paraId="5218BAEA" w14:textId="77777777" w:rsidR="00C024A8" w:rsidRDefault="00C024A8" w:rsidP="00BF60E7">
      <w:pPr>
        <w:spacing w:line="260" w:lineRule="atLeast"/>
        <w:rPr>
          <w:rFonts w:ascii="Arial" w:hAnsi="Arial" w:cs="Arial"/>
          <w:sz w:val="18"/>
          <w:szCs w:val="18"/>
          <w:lang w:val="en-US"/>
        </w:rPr>
      </w:pPr>
    </w:p>
    <w:p w14:paraId="19C787B7" w14:textId="77777777" w:rsidR="00C024A8" w:rsidRPr="009D6005" w:rsidRDefault="009D6005" w:rsidP="00BF60E7">
      <w:pPr>
        <w:spacing w:line="260" w:lineRule="atLeast"/>
        <w:rPr>
          <w:rFonts w:ascii="Arial" w:hAnsi="Arial" w:cs="Arial"/>
          <w:b/>
          <w:bCs/>
          <w:sz w:val="18"/>
          <w:szCs w:val="18"/>
          <w:lang w:val="en-US"/>
        </w:rPr>
      </w:pPr>
      <w:r w:rsidRPr="009D6005">
        <w:rPr>
          <w:rFonts w:ascii="Arial" w:hAnsi="Arial" w:cs="Arial"/>
          <w:b/>
          <w:bCs/>
          <w:sz w:val="18"/>
          <w:szCs w:val="18"/>
          <w:lang w:val="en-US"/>
        </w:rPr>
        <w:t>Always enough material in stock</w:t>
      </w:r>
    </w:p>
    <w:p w14:paraId="16AE2FC1" w14:textId="77777777" w:rsidR="00526061" w:rsidRDefault="000A1C78" w:rsidP="00BF60E7">
      <w:pPr>
        <w:spacing w:line="260" w:lineRule="atLeast"/>
        <w:rPr>
          <w:rFonts w:ascii="Arial" w:hAnsi="Arial" w:cs="Arial"/>
          <w:sz w:val="18"/>
          <w:szCs w:val="18"/>
          <w:lang w:val="en-US"/>
        </w:rPr>
      </w:pPr>
      <w:r w:rsidRPr="000A1C78">
        <w:rPr>
          <w:rFonts w:ascii="Arial" w:hAnsi="Arial" w:cs="Arial"/>
          <w:sz w:val="18"/>
          <w:szCs w:val="18"/>
          <w:lang w:val="en-US"/>
        </w:rPr>
        <w:t xml:space="preserve">The Smart Reordering System from Balluff avoids unnecessary material stocks that tie up capital and block storage space. At the same time, it ensures that sufficient stocks are available so that production does not come to a standstill. When stock levels reach a pre-defined individual limit, the system automatically notifies the user. The user can also access the current fill levels on his personal dashboard in the cloud application at any time and from anywhere. The data provided enables a comprehensive analysis of consumption. At the same time, this forms the basis for optimizing processes in production. Thanks to standardized interfaces, the </w:t>
      </w:r>
      <w:r w:rsidRPr="000A1C78">
        <w:rPr>
          <w:rFonts w:ascii="Arial" w:hAnsi="Arial" w:cs="Arial"/>
          <w:sz w:val="18"/>
          <w:szCs w:val="18"/>
          <w:lang w:val="en-US"/>
        </w:rPr>
        <w:lastRenderedPageBreak/>
        <w:t>Smart Reordering System can be linked to ERP systems and can trigger ordering processes automatically.</w:t>
      </w:r>
    </w:p>
    <w:p w14:paraId="21B0A13E" w14:textId="3A873749" w:rsidR="007D7A6F" w:rsidRPr="00901B4A" w:rsidRDefault="007D7A6F" w:rsidP="00BF60E7">
      <w:pPr>
        <w:spacing w:line="260" w:lineRule="atLeast"/>
        <w:rPr>
          <w:rFonts w:ascii="Arial" w:hAnsi="Arial" w:cs="Arial"/>
          <w:sz w:val="18"/>
          <w:szCs w:val="18"/>
          <w:lang w:val="en-US"/>
        </w:rPr>
      </w:pPr>
    </w:p>
    <w:p w14:paraId="1A9FAAA7" w14:textId="51A82458" w:rsidR="00B452AE" w:rsidRDefault="00B452AE" w:rsidP="00BF60E7">
      <w:pPr>
        <w:spacing w:line="260" w:lineRule="atLeast"/>
        <w:rPr>
          <w:rFonts w:ascii="Arial" w:hAnsi="Arial" w:cs="Arial"/>
          <w:b/>
          <w:i/>
          <w:sz w:val="18"/>
          <w:szCs w:val="18"/>
          <w:lang w:val="en-US"/>
        </w:rPr>
      </w:pPr>
      <w:r w:rsidRPr="00A74209">
        <w:rPr>
          <w:noProof/>
        </w:rPr>
        <w:pict w14:anchorId="4CE03D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i1026" type="#_x0000_t75" style="width:297.75pt;height:167.5pt;visibility:visible;mso-wrap-style:square">
            <v:imagedata r:id="rId11" o:title=""/>
          </v:shape>
        </w:pict>
      </w:r>
    </w:p>
    <w:p w14:paraId="1026875E" w14:textId="7CD4C6B5" w:rsidR="00126976" w:rsidRPr="00AC583B" w:rsidRDefault="00E759B9" w:rsidP="00BF60E7">
      <w:pPr>
        <w:spacing w:line="260" w:lineRule="atLeast"/>
        <w:rPr>
          <w:rFonts w:ascii="Arial" w:hAnsi="Arial" w:cs="Arial"/>
          <w:b/>
          <w:i/>
          <w:sz w:val="18"/>
          <w:szCs w:val="18"/>
          <w:lang w:val="en-US"/>
        </w:rPr>
      </w:pPr>
      <w:r w:rsidRPr="00AC583B">
        <w:rPr>
          <w:rFonts w:ascii="Arial" w:hAnsi="Arial" w:cs="Arial"/>
          <w:b/>
          <w:i/>
          <w:sz w:val="18"/>
          <w:szCs w:val="18"/>
          <w:lang w:val="en-US"/>
        </w:rPr>
        <w:t>Caption</w:t>
      </w:r>
      <w:r w:rsidR="009C71E3" w:rsidRPr="00AC583B">
        <w:rPr>
          <w:rFonts w:ascii="Arial" w:hAnsi="Arial" w:cs="Arial"/>
          <w:b/>
          <w:i/>
          <w:sz w:val="18"/>
          <w:szCs w:val="18"/>
          <w:lang w:val="en-US"/>
        </w:rPr>
        <w:t xml:space="preserve">: </w:t>
      </w:r>
    </w:p>
    <w:p w14:paraId="3123CB56" w14:textId="55E5ADB8" w:rsidR="00AC583B" w:rsidRDefault="003A48CD" w:rsidP="00126976">
      <w:pPr>
        <w:rPr>
          <w:rFonts w:ascii="Arial" w:hAnsi="Arial" w:cs="Arial"/>
          <w:i/>
          <w:sz w:val="18"/>
          <w:szCs w:val="18"/>
          <w:lang w:val="en-US"/>
        </w:rPr>
      </w:pPr>
      <w:r w:rsidRPr="003A48CD">
        <w:rPr>
          <w:rFonts w:ascii="Arial" w:hAnsi="Arial" w:cs="Arial"/>
          <w:i/>
          <w:sz w:val="18"/>
          <w:szCs w:val="18"/>
          <w:lang w:val="en-US"/>
        </w:rPr>
        <w:t xml:space="preserve">From the sensor to the gateway to the cloud application </w:t>
      </w:r>
      <w:r>
        <w:rPr>
          <w:rFonts w:ascii="Arial" w:hAnsi="Arial" w:cs="Arial"/>
          <w:i/>
          <w:sz w:val="18"/>
          <w:szCs w:val="18"/>
          <w:lang w:val="en-US"/>
        </w:rPr>
        <w:t>–</w:t>
      </w:r>
      <w:r w:rsidRPr="003A48CD">
        <w:rPr>
          <w:rFonts w:ascii="Arial" w:hAnsi="Arial" w:cs="Arial"/>
          <w:i/>
          <w:sz w:val="18"/>
          <w:szCs w:val="18"/>
          <w:lang w:val="en-US"/>
        </w:rPr>
        <w:t xml:space="preserve"> the</w:t>
      </w:r>
      <w:r>
        <w:rPr>
          <w:rFonts w:ascii="Arial" w:hAnsi="Arial" w:cs="Arial"/>
          <w:i/>
          <w:sz w:val="18"/>
          <w:szCs w:val="18"/>
          <w:lang w:val="en-US"/>
        </w:rPr>
        <w:t xml:space="preserve"> </w:t>
      </w:r>
      <w:r w:rsidRPr="003A48CD">
        <w:rPr>
          <w:rFonts w:ascii="Arial" w:hAnsi="Arial" w:cs="Arial"/>
          <w:i/>
          <w:sz w:val="18"/>
          <w:szCs w:val="18"/>
          <w:lang w:val="en-US"/>
        </w:rPr>
        <w:t>Smart Reordering System includes all components that enable fully automated inventory monitoring</w:t>
      </w:r>
      <w:r w:rsidR="00B71AE8">
        <w:rPr>
          <w:rFonts w:ascii="Arial" w:hAnsi="Arial" w:cs="Arial"/>
          <w:i/>
          <w:sz w:val="18"/>
          <w:szCs w:val="18"/>
          <w:lang w:val="en-US"/>
        </w:rPr>
        <w:t>.</w:t>
      </w:r>
    </w:p>
    <w:p w14:paraId="453C5FD5" w14:textId="77777777" w:rsidR="00D235B6" w:rsidRDefault="00D235B6" w:rsidP="00126976">
      <w:pPr>
        <w:rPr>
          <w:rFonts w:ascii="Arial" w:hAnsi="Arial" w:cs="Arial"/>
          <w:i/>
          <w:sz w:val="18"/>
          <w:szCs w:val="18"/>
          <w:lang w:val="en-US"/>
        </w:rPr>
      </w:pPr>
    </w:p>
    <w:p w14:paraId="3835540F" w14:textId="77777777" w:rsidR="00D235B6" w:rsidRPr="0015611F" w:rsidRDefault="00D235B6" w:rsidP="00126976">
      <w:pPr>
        <w:rPr>
          <w:rFonts w:ascii="Arial" w:hAnsi="Arial" w:cs="Arial"/>
          <w:b/>
          <w:bCs/>
          <w:i/>
          <w:sz w:val="18"/>
          <w:szCs w:val="18"/>
          <w:lang w:val="en-US"/>
        </w:rPr>
      </w:pPr>
      <w:r w:rsidRPr="0015611F">
        <w:rPr>
          <w:rFonts w:ascii="Arial" w:hAnsi="Arial" w:cs="Arial"/>
          <w:b/>
          <w:bCs/>
          <w:i/>
          <w:sz w:val="18"/>
          <w:szCs w:val="18"/>
          <w:lang w:val="en-US"/>
        </w:rPr>
        <w:t>Product video:</w:t>
      </w:r>
    </w:p>
    <w:p w14:paraId="70E68994" w14:textId="5F612636" w:rsidR="00D235B6" w:rsidRDefault="0015611F" w:rsidP="00126976">
      <w:pPr>
        <w:rPr>
          <w:rFonts w:ascii="Arial" w:hAnsi="Arial" w:cs="Arial"/>
          <w:i/>
          <w:sz w:val="18"/>
          <w:szCs w:val="18"/>
          <w:lang w:val="en-US"/>
        </w:rPr>
      </w:pPr>
      <w:r w:rsidRPr="0015611F">
        <w:rPr>
          <w:rFonts w:ascii="Arial" w:hAnsi="Arial" w:cs="Arial"/>
          <w:i/>
          <w:sz w:val="18"/>
          <w:szCs w:val="18"/>
          <w:lang w:val="en-US"/>
        </w:rPr>
        <w:t>Learn more about the possible applications of the Smart Reordering System</w:t>
      </w:r>
      <w:r w:rsidR="00B71AE8">
        <w:rPr>
          <w:rFonts w:ascii="Arial" w:hAnsi="Arial" w:cs="Arial"/>
          <w:i/>
          <w:sz w:val="18"/>
          <w:szCs w:val="18"/>
          <w:lang w:val="en-US"/>
        </w:rPr>
        <w:t xml:space="preserve"> </w:t>
      </w:r>
      <w:hyperlink r:id="rId12" w:history="1">
        <w:r w:rsidR="008563F4">
          <w:rPr>
            <w:rStyle w:val="Hyperlink"/>
            <w:rFonts w:ascii="Arial" w:hAnsi="Arial" w:cs="Arial"/>
            <w:i/>
            <w:sz w:val="18"/>
            <w:szCs w:val="18"/>
            <w:lang w:val="en-US"/>
          </w:rPr>
          <w:t>here</w:t>
        </w:r>
      </w:hyperlink>
      <w:r w:rsidR="00B71AE8">
        <w:rPr>
          <w:rFonts w:ascii="Arial" w:hAnsi="Arial" w:cs="Arial"/>
          <w:i/>
          <w:sz w:val="18"/>
          <w:szCs w:val="18"/>
          <w:lang w:val="en-US"/>
        </w:rPr>
        <w:t>.</w:t>
      </w:r>
    </w:p>
    <w:p w14:paraId="5738F391" w14:textId="77777777" w:rsidR="00D235B6" w:rsidRDefault="00D235B6" w:rsidP="00126976">
      <w:pPr>
        <w:rPr>
          <w:rFonts w:ascii="Arial" w:hAnsi="Arial" w:cs="Arial"/>
          <w:i/>
          <w:sz w:val="18"/>
          <w:szCs w:val="18"/>
          <w:lang w:val="en-US"/>
        </w:rPr>
      </w:pPr>
    </w:p>
    <w:p w14:paraId="3EE4E4CE" w14:textId="77777777" w:rsidR="00AC583B" w:rsidRPr="00AC583B" w:rsidRDefault="00AC583B" w:rsidP="00AC583B">
      <w:pPr>
        <w:spacing w:line="260" w:lineRule="atLeast"/>
        <w:rPr>
          <w:rFonts w:ascii="Arial" w:hAnsi="Arial" w:cs="Arial"/>
          <w:b/>
          <w:i/>
          <w:sz w:val="18"/>
          <w:szCs w:val="18"/>
          <w:lang w:val="en-US"/>
        </w:rPr>
      </w:pPr>
      <w:r>
        <w:rPr>
          <w:rFonts w:ascii="Arial" w:hAnsi="Arial" w:cs="Arial"/>
          <w:b/>
          <w:i/>
          <w:sz w:val="18"/>
          <w:szCs w:val="18"/>
          <w:lang w:val="en-US"/>
        </w:rPr>
        <w:t>Call to Action</w:t>
      </w:r>
      <w:r w:rsidRPr="00AC583B">
        <w:rPr>
          <w:rFonts w:ascii="Arial" w:hAnsi="Arial" w:cs="Arial"/>
          <w:b/>
          <w:i/>
          <w:sz w:val="18"/>
          <w:szCs w:val="18"/>
          <w:lang w:val="en-US"/>
        </w:rPr>
        <w:t xml:space="preserve">: </w:t>
      </w:r>
    </w:p>
    <w:p w14:paraId="6E2A9896" w14:textId="2992FCA4" w:rsidR="00AC583B" w:rsidRDefault="00C832DC" w:rsidP="00AC583B">
      <w:pPr>
        <w:rPr>
          <w:rFonts w:ascii="Arial" w:hAnsi="Arial" w:cs="Arial"/>
          <w:i/>
          <w:sz w:val="18"/>
          <w:szCs w:val="18"/>
          <w:lang w:val="en-US"/>
        </w:rPr>
      </w:pPr>
      <w:r w:rsidRPr="00C832DC">
        <w:rPr>
          <w:rFonts w:ascii="Arial" w:hAnsi="Arial" w:cs="Arial"/>
          <w:i/>
          <w:sz w:val="18"/>
          <w:szCs w:val="18"/>
          <w:lang w:val="en-US"/>
        </w:rPr>
        <w:t>The Smart Reordering System is one of Balluff's strategic incubation programs. More information:</w:t>
      </w:r>
      <w:r>
        <w:rPr>
          <w:rFonts w:ascii="Arial" w:hAnsi="Arial" w:cs="Arial"/>
          <w:i/>
          <w:sz w:val="18"/>
          <w:szCs w:val="18"/>
          <w:lang w:val="en-US"/>
        </w:rPr>
        <w:t xml:space="preserve"> </w:t>
      </w:r>
      <w:hyperlink r:id="rId13" w:history="1">
        <w:r w:rsidR="00A64359" w:rsidRPr="009B0251">
          <w:rPr>
            <w:rStyle w:val="Hyperlink"/>
            <w:rFonts w:ascii="Arial" w:hAnsi="Arial" w:cs="Arial"/>
            <w:i/>
            <w:sz w:val="18"/>
            <w:szCs w:val="18"/>
            <w:lang w:val="en-US"/>
          </w:rPr>
          <w:t>https://smart-reordering.innovating-automation.tech/en/</w:t>
        </w:r>
      </w:hyperlink>
    </w:p>
    <w:p w14:paraId="732CA5F4" w14:textId="77777777" w:rsidR="00C832DC" w:rsidRPr="00A711CA" w:rsidRDefault="00C832DC" w:rsidP="00AC583B">
      <w:pPr>
        <w:rPr>
          <w:rFonts w:ascii="Arial" w:hAnsi="Arial" w:cs="Arial"/>
          <w:sz w:val="18"/>
          <w:szCs w:val="18"/>
          <w:lang w:val="en-US"/>
        </w:rPr>
      </w:pPr>
    </w:p>
    <w:p w14:paraId="12E77E66" w14:textId="77777777" w:rsidR="00AC583B" w:rsidRPr="00AC583B" w:rsidRDefault="00AC583B" w:rsidP="00AC583B">
      <w:pPr>
        <w:spacing w:line="260" w:lineRule="atLeast"/>
        <w:rPr>
          <w:rFonts w:ascii="Arial" w:hAnsi="Arial" w:cs="Arial"/>
          <w:b/>
          <w:i/>
          <w:sz w:val="18"/>
          <w:szCs w:val="18"/>
          <w:lang w:val="en-US"/>
        </w:rPr>
      </w:pPr>
      <w:r>
        <w:rPr>
          <w:rFonts w:ascii="Arial" w:hAnsi="Arial" w:cs="Arial"/>
          <w:b/>
          <w:i/>
          <w:sz w:val="18"/>
          <w:szCs w:val="18"/>
          <w:lang w:val="en-US"/>
        </w:rPr>
        <w:t>Meta description</w:t>
      </w:r>
      <w:r w:rsidRPr="00AC583B">
        <w:rPr>
          <w:rFonts w:ascii="Arial" w:hAnsi="Arial" w:cs="Arial"/>
          <w:b/>
          <w:i/>
          <w:sz w:val="18"/>
          <w:szCs w:val="18"/>
          <w:lang w:val="en-US"/>
        </w:rPr>
        <w:t xml:space="preserve">: </w:t>
      </w:r>
    </w:p>
    <w:p w14:paraId="55E8D32A" w14:textId="77777777" w:rsidR="00126976" w:rsidRDefault="00BC693B" w:rsidP="00126976">
      <w:pPr>
        <w:rPr>
          <w:rFonts w:ascii="Arial" w:hAnsi="Arial" w:cs="Arial"/>
          <w:i/>
          <w:sz w:val="18"/>
          <w:szCs w:val="18"/>
          <w:lang w:val="en-US"/>
        </w:rPr>
      </w:pPr>
      <w:r w:rsidRPr="00BC693B">
        <w:rPr>
          <w:rFonts w:ascii="Arial" w:hAnsi="Arial" w:cs="Arial"/>
          <w:i/>
          <w:sz w:val="18"/>
          <w:szCs w:val="18"/>
          <w:lang w:val="en-US"/>
        </w:rPr>
        <w:t>With the Smart Reordering System from Balluff, material stocks can be managed fully automatically and the material flow in intralogistics can be optimized.</w:t>
      </w:r>
    </w:p>
    <w:p w14:paraId="5FF9D05E" w14:textId="77777777" w:rsidR="00BC693B" w:rsidRPr="00A711CA" w:rsidRDefault="00BC693B" w:rsidP="00126976">
      <w:pPr>
        <w:rPr>
          <w:rFonts w:ascii="Arial" w:hAnsi="Arial" w:cs="Arial"/>
          <w:sz w:val="18"/>
          <w:szCs w:val="18"/>
          <w:lang w:val="en-US"/>
        </w:rPr>
      </w:pPr>
    </w:p>
    <w:p w14:paraId="0DBB8563" w14:textId="77777777" w:rsidR="00E759B9" w:rsidRPr="00E759B9" w:rsidRDefault="00E759B9" w:rsidP="00E759B9">
      <w:pPr>
        <w:rPr>
          <w:rFonts w:ascii="Arial" w:hAnsi="Arial" w:cs="Arial"/>
          <w:b/>
          <w:sz w:val="18"/>
          <w:szCs w:val="18"/>
          <w:lang w:val="en-US"/>
        </w:rPr>
      </w:pPr>
      <w:r w:rsidRPr="00E759B9">
        <w:rPr>
          <w:rFonts w:ascii="Arial" w:hAnsi="Arial" w:cs="Arial"/>
          <w:b/>
          <w:sz w:val="18"/>
          <w:lang w:val="en-US"/>
        </w:rPr>
        <w:t>About the company Balluff</w:t>
      </w:r>
    </w:p>
    <w:p w14:paraId="6DF8D545" w14:textId="77777777" w:rsidR="00AC583B" w:rsidRPr="00AC583B" w:rsidRDefault="00AC583B" w:rsidP="00AC583B">
      <w:pPr>
        <w:rPr>
          <w:rFonts w:ascii="Arial" w:hAnsi="Arial" w:cs="Arial"/>
          <w:sz w:val="18"/>
          <w:szCs w:val="18"/>
          <w:lang w:val="en-US"/>
        </w:rPr>
      </w:pPr>
      <w:bookmarkStart w:id="0" w:name="_Hlk67295892"/>
      <w:r w:rsidRPr="00AC583B">
        <w:rPr>
          <w:rFonts w:ascii="Arial" w:hAnsi="Arial" w:cs="Arial"/>
          <w:sz w:val="18"/>
          <w:lang w:val="en-US"/>
        </w:rPr>
        <w:t>The success story of Balluff began exactly 100 years ago with the set up of a precision mechanics repair workshop in Neuhausen a. d. F. On the occasion of the 100-year anniversary, with 3600 employees worldwide, the global company stands for innovative technology, quality and cross-sector experience in industrial automation. As leading sensor and automation specialist, this family-owned company in its fourth generation offers a comprehensive portfolio of high-quality sensor, identification, network and software solutions. In 2019, the Balluff Group reported revenue of around EUR 469 million. With 38 subsidiaries and other representatives in a total of 68 countries, Balluff guarantees fast worldwide availability of the products and a high caliber of advice and service locally.</w:t>
      </w:r>
      <w:bookmarkEnd w:id="0"/>
    </w:p>
    <w:p w14:paraId="7E1A9BA5" w14:textId="77777777" w:rsidR="00126976" w:rsidRPr="00E759B9" w:rsidRDefault="00126976" w:rsidP="00AC583B">
      <w:pPr>
        <w:rPr>
          <w:rFonts w:ascii="Arial" w:hAnsi="Arial" w:cs="Arial"/>
          <w:sz w:val="18"/>
          <w:szCs w:val="18"/>
          <w:lang w:val="en-US"/>
        </w:rPr>
      </w:pPr>
    </w:p>
    <w:sectPr w:rsidR="00126976" w:rsidRPr="00E759B9" w:rsidSect="004379D6">
      <w:headerReference w:type="default" r:id="rId14"/>
      <w:headerReference w:type="first" r:id="rId15"/>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68A33" w14:textId="77777777" w:rsidR="00B5128C" w:rsidRDefault="00B5128C">
      <w:r>
        <w:separator/>
      </w:r>
    </w:p>
  </w:endnote>
  <w:endnote w:type="continuationSeparator" w:id="0">
    <w:p w14:paraId="62959080" w14:textId="77777777" w:rsidR="00B5128C" w:rsidRDefault="00B51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1F237" w14:textId="77777777" w:rsidR="00B5128C" w:rsidRDefault="00B5128C">
      <w:r>
        <w:separator/>
      </w:r>
    </w:p>
  </w:footnote>
  <w:footnote w:type="continuationSeparator" w:id="0">
    <w:p w14:paraId="4BF15941" w14:textId="77777777" w:rsidR="00B5128C" w:rsidRDefault="00B51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4F7AA" w14:textId="77777777" w:rsidR="00282AA0" w:rsidRPr="00392B92" w:rsidRDefault="00282AA0"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B4E2E38" w14:textId="77777777" w:rsidR="00282AA0" w:rsidRPr="00392B92" w:rsidRDefault="00B452AE"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pict w14:anchorId="7BF53F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0" o:spid="_x0000_s4098" type="#_x0000_t75" alt="Balluff55_2016" style="position:absolute;margin-left:411.1pt;margin-top:42.55pt;width:156.1pt;height:19.6pt;z-index:251657216;visibility:visible;mso-position-horizontal-relative:page;mso-position-vertical-relative:page">
          <v:imagedata r:id="rId1" o:title="Balluff55_2016"/>
          <w10:wrap anchorx="page" anchory="page"/>
        </v:shape>
      </w:pict>
    </w:r>
    <w:r w:rsidR="00282AA0" w:rsidRPr="00392B92">
      <w:rPr>
        <w:rFonts w:ascii="Arial" w:hAnsi="Arial" w:cs="Arial"/>
        <w:noProof/>
        <w:sz w:val="32"/>
        <w:szCs w:val="32"/>
      </w:rPr>
      <w:t>PRESS RELEASE</w:t>
    </w:r>
  </w:p>
  <w:p w14:paraId="514FDEC1" w14:textId="2A90E5D6" w:rsidR="00282AA0" w:rsidRDefault="00727EA5"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Page</w:t>
    </w:r>
    <w:r w:rsidR="00282AA0" w:rsidRPr="004379D6">
      <w:rPr>
        <w:rFonts w:ascii="Arial" w:hAnsi="Arial" w:cs="Arial"/>
        <w:sz w:val="18"/>
        <w:szCs w:val="18"/>
      </w:rPr>
      <w:t xml:space="preserve"> </w:t>
    </w:r>
    <w:r w:rsidR="00E07AC6" w:rsidRPr="004379D6">
      <w:rPr>
        <w:rFonts w:ascii="Arial" w:hAnsi="Arial" w:cs="Arial"/>
        <w:sz w:val="18"/>
        <w:szCs w:val="18"/>
      </w:rPr>
      <w:fldChar w:fldCharType="begin"/>
    </w:r>
    <w:r w:rsidR="00282AA0" w:rsidRPr="004379D6">
      <w:rPr>
        <w:rFonts w:ascii="Arial" w:hAnsi="Arial" w:cs="Arial"/>
        <w:sz w:val="18"/>
        <w:szCs w:val="18"/>
      </w:rPr>
      <w:instrText>PAGE   \* MERGEFORMAT</w:instrText>
    </w:r>
    <w:r w:rsidR="00E07AC6" w:rsidRPr="004379D6">
      <w:rPr>
        <w:rFonts w:ascii="Arial" w:hAnsi="Arial" w:cs="Arial"/>
        <w:sz w:val="18"/>
        <w:szCs w:val="18"/>
      </w:rPr>
      <w:fldChar w:fldCharType="separate"/>
    </w:r>
    <w:r w:rsidR="00A26132">
      <w:rPr>
        <w:rFonts w:ascii="Arial" w:hAnsi="Arial" w:cs="Arial"/>
        <w:noProof/>
        <w:sz w:val="18"/>
        <w:szCs w:val="18"/>
      </w:rPr>
      <w:t>2</w:t>
    </w:r>
    <w:r w:rsidR="00E07AC6" w:rsidRPr="004379D6">
      <w:rPr>
        <w:rFonts w:ascii="Arial" w:hAnsi="Arial" w:cs="Arial"/>
        <w:sz w:val="18"/>
        <w:szCs w:val="18"/>
      </w:rPr>
      <w:fldChar w:fldCharType="end"/>
    </w:r>
  </w:p>
  <w:p w14:paraId="002165BD" w14:textId="77777777" w:rsidR="00282AA0" w:rsidRPr="004379D6" w:rsidRDefault="00282AA0" w:rsidP="004379D6">
    <w:pPr>
      <w:framePr w:w="3120" w:h="8006" w:hSpace="142" w:wrap="around" w:vAnchor="page" w:hAnchor="page" w:x="8223" w:y="2553"/>
      <w:spacing w:line="260" w:lineRule="atLeast"/>
      <w:rPr>
        <w:rFonts w:ascii="Arial" w:hAnsi="Arial" w:cs="Arial"/>
        <w:sz w:val="18"/>
        <w:szCs w:val="18"/>
      </w:rPr>
    </w:pPr>
  </w:p>
  <w:p w14:paraId="1C48AC0D" w14:textId="77777777" w:rsidR="00282AA0" w:rsidRPr="004379D6" w:rsidRDefault="00282AA0" w:rsidP="004379D6">
    <w:pPr>
      <w:framePr w:w="3120" w:h="8006" w:hSpace="142" w:wrap="around" w:vAnchor="page" w:hAnchor="page" w:x="8223" w:y="2553"/>
      <w:spacing w:line="260" w:lineRule="atLeast"/>
      <w:rPr>
        <w:rFonts w:ascii="Arial" w:hAnsi="Arial" w:cs="Arial"/>
        <w:sz w:val="18"/>
        <w:szCs w:val="18"/>
      </w:rPr>
    </w:pPr>
  </w:p>
  <w:p w14:paraId="2AFD1E88" w14:textId="77777777" w:rsidR="00282AA0" w:rsidRPr="004379D6" w:rsidRDefault="00282AA0"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4B8904EC" w14:textId="77777777" w:rsidR="00282AA0" w:rsidRPr="004379D6" w:rsidRDefault="00282AA0"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628EB071" w14:textId="77777777" w:rsidR="00282AA0" w:rsidRDefault="00282AA0"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73765 Neuhausen a.d.F.</w:t>
    </w:r>
  </w:p>
  <w:p w14:paraId="1713CFAC" w14:textId="77777777" w:rsidR="00282AA0" w:rsidRPr="004379D6" w:rsidRDefault="00282AA0"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6E12AD2F" w14:textId="77777777" w:rsidR="00282AA0" w:rsidRPr="00392B92" w:rsidRDefault="00282AA0"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5D8ACAA6" w14:textId="77777777" w:rsidR="00282AA0" w:rsidRPr="00780566" w:rsidRDefault="00282AA0" w:rsidP="004379D6">
    <w:pPr>
      <w:framePr w:w="3120" w:h="8006" w:hSpace="142" w:wrap="around" w:vAnchor="page" w:hAnchor="page" w:x="8223" w:y="2553"/>
      <w:spacing w:line="260" w:lineRule="atLeast"/>
      <w:rPr>
        <w:rFonts w:ascii="Arial" w:hAnsi="Arial" w:cs="Arial"/>
        <w:sz w:val="18"/>
        <w:szCs w:val="18"/>
        <w:lang w:val="fr-FR"/>
      </w:rPr>
    </w:pPr>
    <w:r w:rsidRPr="00780566">
      <w:rPr>
        <w:rFonts w:ascii="Arial" w:hAnsi="Arial" w:cs="Arial"/>
        <w:sz w:val="18"/>
        <w:szCs w:val="18"/>
        <w:lang w:val="fr-FR"/>
      </w:rPr>
      <w:t>Fax +49 7158 5010</w:t>
    </w:r>
  </w:p>
  <w:p w14:paraId="308D35C5" w14:textId="77777777" w:rsidR="00282AA0" w:rsidRPr="00780566" w:rsidRDefault="00282AA0" w:rsidP="004379D6">
    <w:pPr>
      <w:framePr w:w="3120" w:h="8006" w:hSpace="142" w:wrap="around" w:vAnchor="page" w:hAnchor="page" w:x="8223" w:y="2553"/>
      <w:spacing w:line="260" w:lineRule="atLeast"/>
      <w:rPr>
        <w:rFonts w:ascii="Arial" w:hAnsi="Arial" w:cs="Arial"/>
        <w:sz w:val="18"/>
        <w:szCs w:val="18"/>
        <w:lang w:val="fr-FR"/>
      </w:rPr>
    </w:pPr>
    <w:r w:rsidRPr="00780566">
      <w:rPr>
        <w:rFonts w:ascii="Arial" w:hAnsi="Arial" w:cs="Arial"/>
        <w:sz w:val="18"/>
        <w:szCs w:val="18"/>
        <w:lang w:val="fr-FR"/>
      </w:rPr>
      <w:t>balluff@balluff.de</w:t>
    </w:r>
  </w:p>
  <w:p w14:paraId="34549CE3" w14:textId="77777777" w:rsidR="00282AA0" w:rsidRPr="00780566" w:rsidRDefault="00282AA0" w:rsidP="004379D6">
    <w:pPr>
      <w:framePr w:w="3120" w:h="8006" w:hSpace="142" w:wrap="around" w:vAnchor="page" w:hAnchor="page" w:x="8223" w:y="2553"/>
      <w:spacing w:line="260" w:lineRule="atLeast"/>
      <w:rPr>
        <w:rFonts w:ascii="Arial" w:hAnsi="Arial" w:cs="Arial"/>
        <w:sz w:val="18"/>
        <w:szCs w:val="18"/>
        <w:lang w:val="fr-FR"/>
      </w:rPr>
    </w:pPr>
    <w:r w:rsidRPr="00780566">
      <w:rPr>
        <w:rFonts w:ascii="Arial" w:hAnsi="Arial" w:cs="Arial"/>
        <w:sz w:val="18"/>
        <w:szCs w:val="18"/>
        <w:lang w:val="fr-FR"/>
      </w:rPr>
      <w:t>www.balluff.com</w:t>
    </w:r>
  </w:p>
  <w:p w14:paraId="2D136D88" w14:textId="77777777" w:rsidR="00282AA0" w:rsidRPr="004379D6" w:rsidRDefault="00282AA0"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AE419" w14:textId="77777777" w:rsidR="00282AA0" w:rsidRPr="00780566" w:rsidRDefault="00B452AE" w:rsidP="004379D6">
    <w:pPr>
      <w:pStyle w:val="Kopfzeile"/>
      <w:spacing w:line="140" w:lineRule="atLeast"/>
      <w:ind w:right="-568"/>
      <w:rPr>
        <w:rFonts w:ascii="Arial" w:hAnsi="Arial" w:cs="Arial"/>
        <w:noProof/>
        <w:sz w:val="32"/>
        <w:szCs w:val="32"/>
        <w:lang w:val="fr-FR"/>
      </w:rPr>
    </w:pPr>
    <w:r>
      <w:rPr>
        <w:noProof/>
      </w:rPr>
      <w:pict w14:anchorId="0A87DC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9" o:spid="_x0000_s4097" type="#_x0000_t75" alt="Balluff55_2016" style="position:absolute;margin-left:411.1pt;margin-top:42.55pt;width:156.1pt;height:19.6pt;z-index:251658240;visibility:visible;mso-position-horizontal-relative:page;mso-position-vertical-relative:page">
          <v:imagedata r:id="rId1" o:title="Balluff55_2016"/>
          <w10:wrap anchorx="page" anchory="page"/>
        </v:shape>
      </w:pict>
    </w:r>
    <w:r w:rsidR="00282AA0" w:rsidRPr="00780566">
      <w:rPr>
        <w:rFonts w:ascii="Arial" w:hAnsi="Arial" w:cs="Arial"/>
        <w:noProof/>
        <w:sz w:val="32"/>
        <w:szCs w:val="32"/>
        <w:lang w:val="fr-FR"/>
      </w:rPr>
      <w:t>PRESSEINFORMATION</w:t>
    </w:r>
    <w:r w:rsidR="00282AA0" w:rsidRPr="00780566">
      <w:rPr>
        <w:rFonts w:ascii="Arial" w:hAnsi="Arial" w:cs="Arial"/>
        <w:noProof/>
        <w:sz w:val="32"/>
        <w:szCs w:val="32"/>
        <w:lang w:val="fr-FR"/>
      </w:rPr>
      <w:br/>
      <w:t>PRESS RELEASE</w:t>
    </w:r>
    <w:r w:rsidR="00282AA0" w:rsidRPr="00780566">
      <w:rPr>
        <w:rFonts w:ascii="Arial" w:hAnsi="Arial" w:cs="Arial"/>
        <w:sz w:val="32"/>
        <w:szCs w:val="32"/>
        <w:lang w:val="fr-FR"/>
      </w:rPr>
      <w:t xml:space="preserve"> </w:t>
    </w:r>
    <w:r w:rsidR="00282AA0" w:rsidRPr="00780566">
      <w:rPr>
        <w:rFonts w:ascii="Arial" w:hAnsi="Arial" w:cs="Arial"/>
        <w:sz w:val="32"/>
        <w:szCs w:val="32"/>
        <w:lang w:val="fr-FR"/>
      </w:rPr>
      <w:br/>
      <w:t>COMMUNIQUÉ DE PRESSE</w:t>
    </w:r>
  </w:p>
  <w:p w14:paraId="2F6D9143" w14:textId="4D3BC080" w:rsidR="00282AA0" w:rsidRPr="00482798" w:rsidRDefault="00482798" w:rsidP="004379D6">
    <w:pPr>
      <w:framePr w:w="3120" w:h="8006" w:hSpace="142" w:wrap="around" w:vAnchor="page" w:hAnchor="page" w:x="8223" w:y="2553"/>
      <w:spacing w:line="260" w:lineRule="atLeast"/>
      <w:rPr>
        <w:rFonts w:ascii="Arial" w:hAnsi="Arial" w:cs="Arial"/>
        <w:sz w:val="18"/>
        <w:szCs w:val="18"/>
        <w:lang w:val="en-US"/>
      </w:rPr>
    </w:pPr>
    <w:r w:rsidRPr="00482798">
      <w:rPr>
        <w:rFonts w:ascii="Arial" w:hAnsi="Arial" w:cs="Arial"/>
        <w:b/>
        <w:sz w:val="18"/>
        <w:szCs w:val="18"/>
        <w:lang w:val="en-US"/>
      </w:rPr>
      <w:t>Intelligent inventory management with</w:t>
    </w:r>
    <w:r>
      <w:rPr>
        <w:rFonts w:ascii="Arial" w:hAnsi="Arial" w:cs="Arial"/>
        <w:b/>
        <w:sz w:val="18"/>
        <w:szCs w:val="18"/>
        <w:lang w:val="en-US"/>
      </w:rPr>
      <w:t xml:space="preserve"> the Smart Reo</w:t>
    </w:r>
    <w:r w:rsidR="00466C17">
      <w:rPr>
        <w:rFonts w:ascii="Arial" w:hAnsi="Arial" w:cs="Arial"/>
        <w:b/>
        <w:sz w:val="18"/>
        <w:szCs w:val="18"/>
        <w:lang w:val="en-US"/>
      </w:rPr>
      <w:t>r</w:t>
    </w:r>
    <w:r>
      <w:rPr>
        <w:rFonts w:ascii="Arial" w:hAnsi="Arial" w:cs="Arial"/>
        <w:b/>
        <w:sz w:val="18"/>
        <w:szCs w:val="18"/>
        <w:lang w:val="en-US"/>
      </w:rPr>
      <w:t>dering System</w:t>
    </w:r>
  </w:p>
  <w:p w14:paraId="0CEFF599" w14:textId="77777777" w:rsidR="00727EA5" w:rsidRPr="004A6E2B" w:rsidRDefault="00727EA5" w:rsidP="00727EA5">
    <w:pPr>
      <w:framePr w:w="3120" w:h="8006" w:hSpace="142" w:wrap="around" w:vAnchor="page" w:hAnchor="page" w:x="8223" w:y="2553"/>
      <w:spacing w:line="260" w:lineRule="atLeast"/>
      <w:rPr>
        <w:rFonts w:ascii="Arial" w:hAnsi="Arial" w:cs="Arial"/>
        <w:sz w:val="18"/>
        <w:szCs w:val="18"/>
      </w:rPr>
    </w:pPr>
    <w:r w:rsidRPr="004A6E2B">
      <w:rPr>
        <w:rFonts w:ascii="Arial" w:hAnsi="Arial" w:cs="Arial"/>
        <w:sz w:val="18"/>
        <w:szCs w:val="18"/>
      </w:rPr>
      <w:t xml:space="preserve">Page </w:t>
    </w:r>
    <w:r w:rsidRPr="004379D6">
      <w:rPr>
        <w:rFonts w:ascii="Arial" w:hAnsi="Arial" w:cs="Arial"/>
        <w:sz w:val="18"/>
        <w:szCs w:val="18"/>
      </w:rPr>
      <w:fldChar w:fldCharType="begin"/>
    </w:r>
    <w:r w:rsidRPr="004A6E2B">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sz w:val="18"/>
        <w:szCs w:val="18"/>
      </w:rPr>
      <w:t>1</w:t>
    </w:r>
    <w:r w:rsidRPr="004379D6">
      <w:rPr>
        <w:rFonts w:ascii="Arial" w:hAnsi="Arial" w:cs="Arial"/>
        <w:sz w:val="18"/>
        <w:szCs w:val="18"/>
      </w:rPr>
      <w:fldChar w:fldCharType="end"/>
    </w:r>
  </w:p>
  <w:p w14:paraId="27A3EB25" w14:textId="77777777" w:rsidR="00282AA0" w:rsidRPr="00466C17" w:rsidRDefault="00282AA0" w:rsidP="004379D6">
    <w:pPr>
      <w:framePr w:w="3120" w:h="8006" w:hSpace="142" w:wrap="around" w:vAnchor="page" w:hAnchor="page" w:x="8223" w:y="2553"/>
      <w:spacing w:line="260" w:lineRule="atLeast"/>
      <w:rPr>
        <w:rFonts w:ascii="Arial" w:hAnsi="Arial" w:cs="Arial"/>
        <w:sz w:val="18"/>
        <w:szCs w:val="18"/>
      </w:rPr>
    </w:pPr>
  </w:p>
  <w:p w14:paraId="5680AE8D" w14:textId="77777777" w:rsidR="00282AA0" w:rsidRPr="00466C17" w:rsidRDefault="00282AA0" w:rsidP="004379D6">
    <w:pPr>
      <w:framePr w:w="3120" w:h="8006" w:hSpace="142" w:wrap="around" w:vAnchor="page" w:hAnchor="page" w:x="8223" w:y="2553"/>
      <w:spacing w:line="260" w:lineRule="atLeast"/>
      <w:rPr>
        <w:rFonts w:ascii="Arial" w:hAnsi="Arial" w:cs="Arial"/>
        <w:sz w:val="18"/>
        <w:szCs w:val="18"/>
      </w:rPr>
    </w:pPr>
  </w:p>
  <w:p w14:paraId="21B53556" w14:textId="77777777" w:rsidR="00282AA0" w:rsidRPr="00482798" w:rsidRDefault="00282AA0" w:rsidP="004379D6">
    <w:pPr>
      <w:framePr w:w="3120" w:h="8006" w:hSpace="142" w:wrap="around" w:vAnchor="page" w:hAnchor="page" w:x="8223" w:y="2553"/>
      <w:spacing w:line="260" w:lineRule="atLeast"/>
      <w:rPr>
        <w:rFonts w:ascii="Arial" w:hAnsi="Arial" w:cs="Arial"/>
        <w:sz w:val="18"/>
        <w:szCs w:val="18"/>
        <w:lang w:val="fr-FR"/>
      </w:rPr>
    </w:pPr>
    <w:r w:rsidRPr="00482798">
      <w:rPr>
        <w:rFonts w:ascii="Arial" w:hAnsi="Arial" w:cs="Arial"/>
        <w:sz w:val="18"/>
        <w:szCs w:val="18"/>
        <w:lang w:val="fr-FR"/>
      </w:rPr>
      <w:t xml:space="preserve">Balluff GmbH </w:t>
    </w:r>
  </w:p>
  <w:p w14:paraId="3FCBDD1D" w14:textId="77777777" w:rsidR="00282AA0" w:rsidRPr="00482798" w:rsidRDefault="00282AA0" w:rsidP="004379D6">
    <w:pPr>
      <w:framePr w:w="3120" w:h="8006" w:hSpace="142" w:wrap="around" w:vAnchor="page" w:hAnchor="page" w:x="8223" w:y="2553"/>
      <w:spacing w:line="260" w:lineRule="atLeast"/>
      <w:rPr>
        <w:rFonts w:ascii="Arial" w:hAnsi="Arial" w:cs="Arial"/>
        <w:sz w:val="18"/>
        <w:szCs w:val="18"/>
        <w:lang w:val="fr-FR"/>
      </w:rPr>
    </w:pPr>
    <w:r w:rsidRPr="00482798">
      <w:rPr>
        <w:rFonts w:ascii="Arial" w:hAnsi="Arial" w:cs="Arial"/>
        <w:sz w:val="18"/>
        <w:szCs w:val="18"/>
        <w:lang w:val="fr-FR"/>
      </w:rPr>
      <w:t>Schurwaldstraße 9</w:t>
    </w:r>
  </w:p>
  <w:p w14:paraId="0AEE7635" w14:textId="77777777" w:rsidR="00282AA0" w:rsidRPr="00466C17" w:rsidRDefault="00282AA0" w:rsidP="004379D6">
    <w:pPr>
      <w:framePr w:w="3120" w:h="8006" w:hSpace="142" w:wrap="around" w:vAnchor="page" w:hAnchor="page" w:x="8223" w:y="2553"/>
      <w:spacing w:line="260" w:lineRule="atLeast"/>
      <w:rPr>
        <w:rFonts w:ascii="Arial" w:hAnsi="Arial" w:cs="Arial"/>
        <w:sz w:val="18"/>
        <w:szCs w:val="18"/>
      </w:rPr>
    </w:pPr>
    <w:r w:rsidRPr="00466C17">
      <w:rPr>
        <w:rFonts w:ascii="Arial" w:hAnsi="Arial" w:cs="Arial"/>
        <w:sz w:val="18"/>
        <w:szCs w:val="18"/>
      </w:rPr>
      <w:t>73765 Neuhausen a.d.F.</w:t>
    </w:r>
  </w:p>
  <w:p w14:paraId="79398C78" w14:textId="77777777" w:rsidR="00282AA0" w:rsidRPr="00A711CA" w:rsidRDefault="00E759B9" w:rsidP="004379D6">
    <w:pPr>
      <w:framePr w:w="3120" w:h="8006" w:hSpace="142" w:wrap="around" w:vAnchor="page" w:hAnchor="page" w:x="8223" w:y="2553"/>
      <w:spacing w:line="260" w:lineRule="atLeast"/>
      <w:rPr>
        <w:rFonts w:ascii="Arial" w:hAnsi="Arial" w:cs="Arial"/>
        <w:sz w:val="18"/>
        <w:szCs w:val="18"/>
        <w:lang w:val="en-US"/>
      </w:rPr>
    </w:pPr>
    <w:r w:rsidRPr="00A711CA">
      <w:rPr>
        <w:rFonts w:ascii="Arial" w:hAnsi="Arial" w:cs="Arial"/>
        <w:sz w:val="18"/>
        <w:szCs w:val="18"/>
        <w:lang w:val="en-US"/>
      </w:rPr>
      <w:t>Germany</w:t>
    </w:r>
  </w:p>
  <w:p w14:paraId="2FCEC0CB" w14:textId="77777777" w:rsidR="00282AA0" w:rsidRPr="00A711CA" w:rsidRDefault="00282AA0" w:rsidP="004379D6">
    <w:pPr>
      <w:framePr w:w="3120" w:h="8006" w:hSpace="142" w:wrap="around" w:vAnchor="page" w:hAnchor="page" w:x="8223" w:y="2553"/>
      <w:spacing w:line="260" w:lineRule="atLeast"/>
      <w:rPr>
        <w:rFonts w:ascii="Arial" w:hAnsi="Arial" w:cs="Arial"/>
        <w:sz w:val="18"/>
        <w:szCs w:val="18"/>
        <w:lang w:val="en-US"/>
      </w:rPr>
    </w:pPr>
    <w:r w:rsidRPr="00A711CA">
      <w:rPr>
        <w:rFonts w:ascii="Arial" w:hAnsi="Arial" w:cs="Arial"/>
        <w:sz w:val="18"/>
        <w:szCs w:val="18"/>
        <w:lang w:val="en-US"/>
      </w:rPr>
      <w:t>Tel. +49 7158 173-0</w:t>
    </w:r>
  </w:p>
  <w:p w14:paraId="29C7067C" w14:textId="77777777" w:rsidR="00282AA0" w:rsidRPr="001401A6" w:rsidRDefault="00282AA0" w:rsidP="004379D6">
    <w:pPr>
      <w:framePr w:w="3120" w:h="8006" w:hSpace="142" w:wrap="around" w:vAnchor="page" w:hAnchor="page" w:x="8223" w:y="2553"/>
      <w:spacing w:line="260" w:lineRule="atLeast"/>
      <w:rPr>
        <w:rFonts w:ascii="Arial" w:hAnsi="Arial" w:cs="Arial"/>
        <w:sz w:val="18"/>
        <w:szCs w:val="18"/>
        <w:lang w:val="en-US"/>
      </w:rPr>
    </w:pPr>
    <w:r w:rsidRPr="001401A6">
      <w:rPr>
        <w:rFonts w:ascii="Arial" w:hAnsi="Arial" w:cs="Arial"/>
        <w:sz w:val="18"/>
        <w:szCs w:val="18"/>
        <w:lang w:val="en-US"/>
      </w:rPr>
      <w:t>Fax +49 7158 5010</w:t>
    </w:r>
  </w:p>
  <w:p w14:paraId="53509B9C" w14:textId="77777777" w:rsidR="00282AA0" w:rsidRPr="001401A6" w:rsidRDefault="00282AA0" w:rsidP="004379D6">
    <w:pPr>
      <w:framePr w:w="3120" w:h="8006" w:hSpace="142" w:wrap="around" w:vAnchor="page" w:hAnchor="page" w:x="8223" w:y="2553"/>
      <w:spacing w:line="260" w:lineRule="atLeast"/>
      <w:rPr>
        <w:rFonts w:ascii="Arial" w:hAnsi="Arial" w:cs="Arial"/>
        <w:sz w:val="18"/>
        <w:szCs w:val="18"/>
        <w:lang w:val="en-US"/>
      </w:rPr>
    </w:pPr>
    <w:r w:rsidRPr="001401A6">
      <w:rPr>
        <w:rFonts w:ascii="Arial" w:hAnsi="Arial" w:cs="Arial"/>
        <w:sz w:val="18"/>
        <w:szCs w:val="18"/>
        <w:lang w:val="en-US"/>
      </w:rPr>
      <w:t>balluff@balluff.de</w:t>
    </w:r>
  </w:p>
  <w:p w14:paraId="566EA456" w14:textId="77777777" w:rsidR="00282AA0" w:rsidRPr="004379D6" w:rsidRDefault="00282AA0" w:rsidP="004379D6">
    <w:pPr>
      <w:framePr w:w="3120" w:h="8006" w:hSpace="142" w:wrap="around" w:vAnchor="page" w:hAnchor="page" w:x="8223" w:y="2553"/>
      <w:spacing w:line="260" w:lineRule="atLeast"/>
      <w:rPr>
        <w:rFonts w:ascii="Arial" w:hAnsi="Arial" w:cs="Arial"/>
        <w:sz w:val="18"/>
        <w:szCs w:val="18"/>
        <w:lang w:val="en-US"/>
      </w:rPr>
    </w:pPr>
    <w:r w:rsidRPr="004379D6">
      <w:rPr>
        <w:rFonts w:ascii="Arial" w:hAnsi="Arial" w:cs="Arial"/>
        <w:sz w:val="18"/>
        <w:szCs w:val="18"/>
        <w:lang w:val="en-US"/>
      </w:rPr>
      <w:t>www.balluff.com</w:t>
    </w:r>
  </w:p>
  <w:p w14:paraId="6DA349F6" w14:textId="77777777" w:rsidR="00282AA0" w:rsidRPr="004379D6" w:rsidRDefault="00282AA0" w:rsidP="004379D6">
    <w:pPr>
      <w:framePr w:w="3120" w:h="8006" w:hSpace="142" w:wrap="around" w:vAnchor="page" w:hAnchor="page" w:x="8223" w:y="2553"/>
      <w:spacing w:line="260" w:lineRule="atLeast"/>
      <w:rPr>
        <w:rFonts w:ascii="Arial" w:hAnsi="Arial" w:cs="Arial"/>
        <w:sz w:val="18"/>
        <w:szCs w:val="18"/>
        <w:lang w:val="en-US"/>
      </w:rPr>
    </w:pPr>
  </w:p>
  <w:p w14:paraId="2C595097" w14:textId="77777777" w:rsidR="00282AA0" w:rsidRPr="004379D6" w:rsidRDefault="00282AA0" w:rsidP="004379D6">
    <w:pPr>
      <w:framePr w:w="3120" w:h="8006" w:hSpace="142" w:wrap="around" w:vAnchor="page" w:hAnchor="page" w:x="8223" w:y="2553"/>
      <w:spacing w:line="260" w:lineRule="atLeast"/>
      <w:rPr>
        <w:rFonts w:ascii="Arial" w:hAnsi="Arial" w:cs="Arial"/>
        <w:sz w:val="18"/>
        <w:szCs w:val="18"/>
        <w:lang w:val="en-US"/>
      </w:rPr>
    </w:pPr>
  </w:p>
  <w:p w14:paraId="79756BD2" w14:textId="77777777" w:rsidR="00282AA0" w:rsidRPr="00AB6C5B" w:rsidRDefault="00282AA0" w:rsidP="004379D6">
    <w:pPr>
      <w:framePr w:w="3120" w:h="8006" w:hSpace="142" w:wrap="around" w:vAnchor="page" w:hAnchor="page" w:x="8223" w:y="2553"/>
      <w:spacing w:line="260" w:lineRule="atLeast"/>
      <w:rPr>
        <w:rFonts w:ascii="Arial" w:hAnsi="Arial" w:cs="Arial"/>
        <w:b/>
        <w:sz w:val="12"/>
        <w:szCs w:val="12"/>
        <w:lang w:val="en-US"/>
      </w:rPr>
    </w:pPr>
    <w:r w:rsidRPr="00AB6C5B">
      <w:rPr>
        <w:rFonts w:ascii="Arial" w:hAnsi="Arial" w:cs="Arial"/>
        <w:b/>
        <w:sz w:val="12"/>
        <w:szCs w:val="12"/>
        <w:lang w:val="en-US"/>
      </w:rPr>
      <w:t>Corporate Communication</w:t>
    </w:r>
  </w:p>
  <w:p w14:paraId="28B6559F" w14:textId="77777777" w:rsidR="00282AA0" w:rsidRPr="00392B92" w:rsidRDefault="007A2205" w:rsidP="004379D6">
    <w:pPr>
      <w:framePr w:w="3120" w:h="8006" w:hSpace="142" w:wrap="around" w:vAnchor="page" w:hAnchor="page" w:x="8223" w:y="2553"/>
      <w:spacing w:line="260" w:lineRule="atLeast"/>
      <w:rPr>
        <w:rFonts w:ascii="Arial" w:hAnsi="Arial" w:cs="Arial"/>
        <w:sz w:val="18"/>
        <w:szCs w:val="18"/>
        <w:lang w:val="en-US"/>
      </w:rPr>
    </w:pPr>
    <w:r>
      <w:rPr>
        <w:rFonts w:ascii="Arial" w:hAnsi="Arial" w:cs="Arial"/>
        <w:sz w:val="18"/>
        <w:szCs w:val="18"/>
        <w:lang w:val="en-US"/>
      </w:rPr>
      <w:t>Marina Huber</w:t>
    </w:r>
  </w:p>
  <w:p w14:paraId="75FF71D3" w14:textId="77777777" w:rsidR="00282AA0" w:rsidRPr="00392B92" w:rsidRDefault="00282AA0" w:rsidP="004379D6">
    <w:pPr>
      <w:framePr w:w="3120" w:h="8006" w:hSpace="142" w:wrap="around" w:vAnchor="page" w:hAnchor="page" w:x="8223" w:y="2553"/>
      <w:spacing w:line="260" w:lineRule="atLeast"/>
      <w:rPr>
        <w:rFonts w:ascii="Arial" w:hAnsi="Arial" w:cs="Arial"/>
        <w:sz w:val="18"/>
        <w:szCs w:val="18"/>
        <w:lang w:val="en-US"/>
      </w:rPr>
    </w:pPr>
  </w:p>
  <w:p w14:paraId="63BEAD47" w14:textId="77777777" w:rsidR="00282AA0" w:rsidRPr="00BF60E7" w:rsidRDefault="00282AA0" w:rsidP="004379D6">
    <w:pPr>
      <w:framePr w:w="3120" w:h="8006" w:hSpace="142" w:wrap="around" w:vAnchor="page" w:hAnchor="page" w:x="8223" w:y="2553"/>
      <w:spacing w:line="260" w:lineRule="atLeast"/>
      <w:rPr>
        <w:rFonts w:ascii="Arial" w:hAnsi="Arial" w:cs="Arial"/>
        <w:sz w:val="18"/>
        <w:szCs w:val="18"/>
        <w:lang w:val="en-US"/>
      </w:rPr>
    </w:pPr>
    <w:r w:rsidRPr="00BF60E7">
      <w:rPr>
        <w:rFonts w:ascii="Arial" w:hAnsi="Arial" w:cs="Arial"/>
        <w:sz w:val="18"/>
        <w:szCs w:val="18"/>
        <w:lang w:val="en-US"/>
      </w:rPr>
      <w:t>Balluff GmbH</w:t>
    </w:r>
  </w:p>
  <w:p w14:paraId="250A5FED" w14:textId="77777777" w:rsidR="00282AA0" w:rsidRPr="00BF60E7" w:rsidRDefault="007A2205" w:rsidP="004379D6">
    <w:pPr>
      <w:framePr w:w="3120" w:h="8006" w:hSpace="142" w:wrap="around" w:vAnchor="page" w:hAnchor="page" w:x="8223" w:y="2553"/>
      <w:spacing w:line="260" w:lineRule="atLeast"/>
      <w:rPr>
        <w:rFonts w:ascii="Arial" w:hAnsi="Arial" w:cs="Arial"/>
        <w:sz w:val="18"/>
        <w:szCs w:val="18"/>
        <w:lang w:val="en-GB"/>
      </w:rPr>
    </w:pPr>
    <w:r>
      <w:rPr>
        <w:rFonts w:ascii="Arial" w:hAnsi="Arial" w:cs="Arial"/>
        <w:sz w:val="18"/>
        <w:szCs w:val="18"/>
        <w:lang w:val="en-US"/>
      </w:rPr>
      <w:t>Global Marketing</w:t>
    </w:r>
  </w:p>
  <w:p w14:paraId="1A0EC67D" w14:textId="77777777" w:rsidR="00282AA0" w:rsidRPr="00482798" w:rsidRDefault="00282AA0" w:rsidP="004379D6">
    <w:pPr>
      <w:framePr w:w="3120" w:h="8006" w:hSpace="142" w:wrap="around" w:vAnchor="page" w:hAnchor="page" w:x="8223" w:y="2553"/>
      <w:spacing w:line="260" w:lineRule="atLeast"/>
      <w:rPr>
        <w:rFonts w:ascii="Arial" w:hAnsi="Arial" w:cs="Arial"/>
        <w:sz w:val="18"/>
        <w:szCs w:val="18"/>
        <w:lang w:val="en-US"/>
      </w:rPr>
    </w:pPr>
    <w:r w:rsidRPr="00482798">
      <w:rPr>
        <w:rFonts w:ascii="Arial" w:hAnsi="Arial" w:cs="Arial"/>
        <w:sz w:val="18"/>
        <w:szCs w:val="18"/>
        <w:lang w:val="en-US"/>
      </w:rPr>
      <w:t>Tel. +49 7158 173-</w:t>
    </w:r>
    <w:r w:rsidR="007A2205" w:rsidRPr="00482798">
      <w:rPr>
        <w:rFonts w:ascii="Arial" w:hAnsi="Arial" w:cs="Arial"/>
        <w:sz w:val="18"/>
        <w:szCs w:val="18"/>
        <w:lang w:val="en-US"/>
      </w:rPr>
      <w:t>8340</w:t>
    </w:r>
  </w:p>
  <w:p w14:paraId="43E17683" w14:textId="77777777" w:rsidR="00282AA0" w:rsidRPr="00482798" w:rsidRDefault="007A2205" w:rsidP="004379D6">
    <w:pPr>
      <w:framePr w:w="3120" w:h="8006" w:hSpace="142" w:wrap="around" w:vAnchor="page" w:hAnchor="page" w:x="8223" w:y="2553"/>
      <w:spacing w:line="260" w:lineRule="atLeast"/>
      <w:rPr>
        <w:rFonts w:ascii="Arial" w:hAnsi="Arial" w:cs="Arial"/>
        <w:sz w:val="18"/>
        <w:szCs w:val="18"/>
        <w:lang w:val="en-US"/>
      </w:rPr>
    </w:pPr>
    <w:r w:rsidRPr="00482798">
      <w:rPr>
        <w:rFonts w:ascii="Arial" w:hAnsi="Arial" w:cs="Arial"/>
        <w:sz w:val="18"/>
        <w:szCs w:val="18"/>
        <w:lang w:val="en-US"/>
      </w:rPr>
      <w:t>marina.huber</w:t>
    </w:r>
    <w:r w:rsidR="00282AA0" w:rsidRPr="00482798">
      <w:rPr>
        <w:rFonts w:ascii="Arial" w:hAnsi="Arial" w:cs="Arial"/>
        <w:sz w:val="18"/>
        <w:szCs w:val="18"/>
        <w:lang w:val="en-US"/>
      </w:rPr>
      <w:t>@balluff.de</w:t>
    </w:r>
  </w:p>
  <w:p w14:paraId="3B8C55E8" w14:textId="77777777" w:rsidR="00282AA0" w:rsidRPr="00482798" w:rsidRDefault="00282AA0" w:rsidP="004379D6">
    <w:pPr>
      <w:framePr w:w="3120" w:h="8006" w:hSpace="142" w:wrap="around" w:vAnchor="page" w:hAnchor="page" w:x="8223" w:y="2553"/>
      <w:spacing w:line="260" w:lineRule="atLeast"/>
      <w:rPr>
        <w:rFonts w:ascii="Arial" w:hAnsi="Arial" w:cs="Arial"/>
        <w:sz w:val="18"/>
        <w:szCs w:val="18"/>
        <w:lang w:val="en-US"/>
      </w:rPr>
    </w:pPr>
  </w:p>
  <w:p w14:paraId="11C888B7" w14:textId="77777777" w:rsidR="00E759B9" w:rsidRPr="00780566" w:rsidRDefault="00E759B9" w:rsidP="00E759B9">
    <w:pPr>
      <w:framePr w:w="3120" w:h="8006" w:hSpace="142" w:wrap="around" w:vAnchor="page" w:hAnchor="page" w:x="8223" w:y="2553"/>
      <w:spacing w:line="260" w:lineRule="atLeast"/>
      <w:rPr>
        <w:rFonts w:ascii="Arial" w:hAnsi="Arial" w:cs="Arial"/>
        <w:b/>
        <w:sz w:val="18"/>
        <w:szCs w:val="18"/>
        <w:lang w:val="en-GB"/>
      </w:rPr>
    </w:pPr>
    <w:r w:rsidRPr="00780566">
      <w:rPr>
        <w:rFonts w:ascii="Arial" w:hAnsi="Arial" w:cs="Arial"/>
        <w:b/>
        <w:sz w:val="18"/>
        <w:lang w:val="en-GB"/>
      </w:rPr>
      <w:t>Sample copy requested</w:t>
    </w:r>
  </w:p>
  <w:p w14:paraId="55318961" w14:textId="77777777" w:rsidR="00282AA0" w:rsidRPr="00780566" w:rsidRDefault="00282AA0" w:rsidP="004379D6">
    <w:pPr>
      <w:pStyle w:val="Kopfzeile"/>
      <w:tabs>
        <w:tab w:val="left" w:pos="3348"/>
      </w:tabs>
      <w:spacing w:line="140" w:lineRule="atLeast"/>
      <w:rPr>
        <w:rFonts w:ascii="Arial" w:hAnsi="Arial" w:cs="Arial"/>
        <w:sz w:val="32"/>
        <w:szCs w:val="32"/>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5"/>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82798"/>
    <w:rsid w:val="00000AF0"/>
    <w:rsid w:val="000115B7"/>
    <w:rsid w:val="00023F90"/>
    <w:rsid w:val="00035952"/>
    <w:rsid w:val="000467AF"/>
    <w:rsid w:val="0005243A"/>
    <w:rsid w:val="00075BC2"/>
    <w:rsid w:val="00077135"/>
    <w:rsid w:val="00084DC4"/>
    <w:rsid w:val="000977D7"/>
    <w:rsid w:val="000A13C4"/>
    <w:rsid w:val="000A1C78"/>
    <w:rsid w:val="000A3F16"/>
    <w:rsid w:val="000A624C"/>
    <w:rsid w:val="000A73A4"/>
    <w:rsid w:val="000B7B11"/>
    <w:rsid w:val="000C10AB"/>
    <w:rsid w:val="000C281D"/>
    <w:rsid w:val="000C3CDC"/>
    <w:rsid w:val="000C4321"/>
    <w:rsid w:val="000D3643"/>
    <w:rsid w:val="000D3EEB"/>
    <w:rsid w:val="000D424F"/>
    <w:rsid w:val="000D6809"/>
    <w:rsid w:val="000F6F11"/>
    <w:rsid w:val="001031C1"/>
    <w:rsid w:val="00112C66"/>
    <w:rsid w:val="00115379"/>
    <w:rsid w:val="001174CE"/>
    <w:rsid w:val="00126064"/>
    <w:rsid w:val="00126976"/>
    <w:rsid w:val="00130CF5"/>
    <w:rsid w:val="00131410"/>
    <w:rsid w:val="001401A6"/>
    <w:rsid w:val="00141A6F"/>
    <w:rsid w:val="00141ECA"/>
    <w:rsid w:val="00150170"/>
    <w:rsid w:val="0015611F"/>
    <w:rsid w:val="00160168"/>
    <w:rsid w:val="00160911"/>
    <w:rsid w:val="00162664"/>
    <w:rsid w:val="0016707B"/>
    <w:rsid w:val="00170DB4"/>
    <w:rsid w:val="001733CF"/>
    <w:rsid w:val="00184CF5"/>
    <w:rsid w:val="001865F1"/>
    <w:rsid w:val="001A378C"/>
    <w:rsid w:val="001A6ABC"/>
    <w:rsid w:val="001A7453"/>
    <w:rsid w:val="001B6CF5"/>
    <w:rsid w:val="001D6927"/>
    <w:rsid w:val="001E3E6F"/>
    <w:rsid w:val="001E5D7B"/>
    <w:rsid w:val="002013FB"/>
    <w:rsid w:val="00201C98"/>
    <w:rsid w:val="002038E4"/>
    <w:rsid w:val="0020524D"/>
    <w:rsid w:val="0021111A"/>
    <w:rsid w:val="00214761"/>
    <w:rsid w:val="0025573F"/>
    <w:rsid w:val="002635CD"/>
    <w:rsid w:val="00264503"/>
    <w:rsid w:val="00270888"/>
    <w:rsid w:val="00273224"/>
    <w:rsid w:val="002738E6"/>
    <w:rsid w:val="00282AA0"/>
    <w:rsid w:val="002923A0"/>
    <w:rsid w:val="00297CD8"/>
    <w:rsid w:val="002A1B48"/>
    <w:rsid w:val="002B7BEC"/>
    <w:rsid w:val="002C2D60"/>
    <w:rsid w:val="002C588D"/>
    <w:rsid w:val="002D1074"/>
    <w:rsid w:val="002D2F9E"/>
    <w:rsid w:val="002E00B5"/>
    <w:rsid w:val="002E6488"/>
    <w:rsid w:val="002E6F27"/>
    <w:rsid w:val="002E6FD1"/>
    <w:rsid w:val="002F4F8D"/>
    <w:rsid w:val="00301CA6"/>
    <w:rsid w:val="0031410C"/>
    <w:rsid w:val="00320928"/>
    <w:rsid w:val="003239CC"/>
    <w:rsid w:val="003326F1"/>
    <w:rsid w:val="00333883"/>
    <w:rsid w:val="003365F9"/>
    <w:rsid w:val="003458C3"/>
    <w:rsid w:val="00350D8D"/>
    <w:rsid w:val="00351ECE"/>
    <w:rsid w:val="0035293E"/>
    <w:rsid w:val="00352EB0"/>
    <w:rsid w:val="00353072"/>
    <w:rsid w:val="00365B5B"/>
    <w:rsid w:val="003766BB"/>
    <w:rsid w:val="00380E28"/>
    <w:rsid w:val="003836BE"/>
    <w:rsid w:val="00384427"/>
    <w:rsid w:val="00392B92"/>
    <w:rsid w:val="0039536E"/>
    <w:rsid w:val="003A48CD"/>
    <w:rsid w:val="003A628F"/>
    <w:rsid w:val="003A76A8"/>
    <w:rsid w:val="003B0209"/>
    <w:rsid w:val="003B20C3"/>
    <w:rsid w:val="003B5B61"/>
    <w:rsid w:val="003C1783"/>
    <w:rsid w:val="003C683F"/>
    <w:rsid w:val="003E0122"/>
    <w:rsid w:val="003E0DCA"/>
    <w:rsid w:val="003E42AB"/>
    <w:rsid w:val="003E4958"/>
    <w:rsid w:val="003F094E"/>
    <w:rsid w:val="004146DF"/>
    <w:rsid w:val="00415189"/>
    <w:rsid w:val="00416B04"/>
    <w:rsid w:val="0042417F"/>
    <w:rsid w:val="004314FF"/>
    <w:rsid w:val="004351AE"/>
    <w:rsid w:val="004379D6"/>
    <w:rsid w:val="004469A7"/>
    <w:rsid w:val="004529E7"/>
    <w:rsid w:val="00453A4A"/>
    <w:rsid w:val="00460073"/>
    <w:rsid w:val="004640F2"/>
    <w:rsid w:val="00466C17"/>
    <w:rsid w:val="00482798"/>
    <w:rsid w:val="00491FC7"/>
    <w:rsid w:val="00494A4D"/>
    <w:rsid w:val="004952E0"/>
    <w:rsid w:val="004966C8"/>
    <w:rsid w:val="0049798C"/>
    <w:rsid w:val="004A54C7"/>
    <w:rsid w:val="004B147F"/>
    <w:rsid w:val="004C2F7C"/>
    <w:rsid w:val="004C3263"/>
    <w:rsid w:val="004C69D2"/>
    <w:rsid w:val="004D0491"/>
    <w:rsid w:val="004D5628"/>
    <w:rsid w:val="004E673F"/>
    <w:rsid w:val="004F09AA"/>
    <w:rsid w:val="004F5891"/>
    <w:rsid w:val="005000EF"/>
    <w:rsid w:val="005018AC"/>
    <w:rsid w:val="00507037"/>
    <w:rsid w:val="00513797"/>
    <w:rsid w:val="005142C9"/>
    <w:rsid w:val="005204B0"/>
    <w:rsid w:val="00526061"/>
    <w:rsid w:val="005315AF"/>
    <w:rsid w:val="005321EC"/>
    <w:rsid w:val="005347A5"/>
    <w:rsid w:val="00540C0E"/>
    <w:rsid w:val="00544D11"/>
    <w:rsid w:val="00547D62"/>
    <w:rsid w:val="005505A1"/>
    <w:rsid w:val="00553520"/>
    <w:rsid w:val="0055515C"/>
    <w:rsid w:val="00562C6B"/>
    <w:rsid w:val="00562E62"/>
    <w:rsid w:val="00564996"/>
    <w:rsid w:val="00565DE7"/>
    <w:rsid w:val="00574FD6"/>
    <w:rsid w:val="005850A0"/>
    <w:rsid w:val="0059105B"/>
    <w:rsid w:val="005915F7"/>
    <w:rsid w:val="00593ABB"/>
    <w:rsid w:val="005969E1"/>
    <w:rsid w:val="005A2323"/>
    <w:rsid w:val="005A42AA"/>
    <w:rsid w:val="005B17C7"/>
    <w:rsid w:val="005C1031"/>
    <w:rsid w:val="005C5798"/>
    <w:rsid w:val="005D2D95"/>
    <w:rsid w:val="005D58BE"/>
    <w:rsid w:val="005E0503"/>
    <w:rsid w:val="005E0D2F"/>
    <w:rsid w:val="005F1139"/>
    <w:rsid w:val="0060139E"/>
    <w:rsid w:val="00613540"/>
    <w:rsid w:val="00636D5C"/>
    <w:rsid w:val="00637013"/>
    <w:rsid w:val="00641B71"/>
    <w:rsid w:val="00651E4B"/>
    <w:rsid w:val="0065495E"/>
    <w:rsid w:val="00667422"/>
    <w:rsid w:val="00667B1D"/>
    <w:rsid w:val="00673FEF"/>
    <w:rsid w:val="00676FE1"/>
    <w:rsid w:val="00681CFC"/>
    <w:rsid w:val="00683666"/>
    <w:rsid w:val="006A1266"/>
    <w:rsid w:val="006C0EA3"/>
    <w:rsid w:val="006C68B8"/>
    <w:rsid w:val="006D2209"/>
    <w:rsid w:val="006D6EE7"/>
    <w:rsid w:val="006D746E"/>
    <w:rsid w:val="006D7C9C"/>
    <w:rsid w:val="006E3634"/>
    <w:rsid w:val="006E6279"/>
    <w:rsid w:val="006F48E1"/>
    <w:rsid w:val="007026F9"/>
    <w:rsid w:val="00705433"/>
    <w:rsid w:val="00706668"/>
    <w:rsid w:val="00727EA5"/>
    <w:rsid w:val="00730E4E"/>
    <w:rsid w:val="00731936"/>
    <w:rsid w:val="007335DE"/>
    <w:rsid w:val="007448A8"/>
    <w:rsid w:val="0074754A"/>
    <w:rsid w:val="0075404D"/>
    <w:rsid w:val="007563F0"/>
    <w:rsid w:val="0076213A"/>
    <w:rsid w:val="007677BE"/>
    <w:rsid w:val="00776CF5"/>
    <w:rsid w:val="00780566"/>
    <w:rsid w:val="00780753"/>
    <w:rsid w:val="00782382"/>
    <w:rsid w:val="007831B8"/>
    <w:rsid w:val="007901A6"/>
    <w:rsid w:val="007A2205"/>
    <w:rsid w:val="007A41FB"/>
    <w:rsid w:val="007A6F50"/>
    <w:rsid w:val="007A7EE0"/>
    <w:rsid w:val="007B3977"/>
    <w:rsid w:val="007B7752"/>
    <w:rsid w:val="007B7AAA"/>
    <w:rsid w:val="007C221A"/>
    <w:rsid w:val="007C3FCA"/>
    <w:rsid w:val="007D767E"/>
    <w:rsid w:val="007D7A6F"/>
    <w:rsid w:val="00806F05"/>
    <w:rsid w:val="00813B94"/>
    <w:rsid w:val="008157F4"/>
    <w:rsid w:val="008163D3"/>
    <w:rsid w:val="00816BC8"/>
    <w:rsid w:val="00817BF0"/>
    <w:rsid w:val="00821666"/>
    <w:rsid w:val="0083199D"/>
    <w:rsid w:val="008370EB"/>
    <w:rsid w:val="008553A4"/>
    <w:rsid w:val="008563F4"/>
    <w:rsid w:val="0086114F"/>
    <w:rsid w:val="008618ED"/>
    <w:rsid w:val="00864143"/>
    <w:rsid w:val="00883F42"/>
    <w:rsid w:val="00896863"/>
    <w:rsid w:val="008A0825"/>
    <w:rsid w:val="008A4C99"/>
    <w:rsid w:val="008A7591"/>
    <w:rsid w:val="008B1E54"/>
    <w:rsid w:val="008B4AD6"/>
    <w:rsid w:val="008C280C"/>
    <w:rsid w:val="008C6550"/>
    <w:rsid w:val="008C7A38"/>
    <w:rsid w:val="008D202C"/>
    <w:rsid w:val="008D29FE"/>
    <w:rsid w:val="008F14B1"/>
    <w:rsid w:val="00901B4A"/>
    <w:rsid w:val="00901C83"/>
    <w:rsid w:val="00904B07"/>
    <w:rsid w:val="0091340E"/>
    <w:rsid w:val="00913FDC"/>
    <w:rsid w:val="00920CC2"/>
    <w:rsid w:val="00925D4A"/>
    <w:rsid w:val="00932794"/>
    <w:rsid w:val="00941E65"/>
    <w:rsid w:val="00962391"/>
    <w:rsid w:val="00987159"/>
    <w:rsid w:val="0099314B"/>
    <w:rsid w:val="00995339"/>
    <w:rsid w:val="009A1966"/>
    <w:rsid w:val="009A258F"/>
    <w:rsid w:val="009A36B1"/>
    <w:rsid w:val="009C10CA"/>
    <w:rsid w:val="009C2C88"/>
    <w:rsid w:val="009C71E3"/>
    <w:rsid w:val="009C72EF"/>
    <w:rsid w:val="009C7DC0"/>
    <w:rsid w:val="009D4CE7"/>
    <w:rsid w:val="009D6005"/>
    <w:rsid w:val="009E0848"/>
    <w:rsid w:val="009E2C9C"/>
    <w:rsid w:val="009E3668"/>
    <w:rsid w:val="009E3C55"/>
    <w:rsid w:val="009E4431"/>
    <w:rsid w:val="00A01D0F"/>
    <w:rsid w:val="00A02877"/>
    <w:rsid w:val="00A04540"/>
    <w:rsid w:val="00A05D1A"/>
    <w:rsid w:val="00A05ECC"/>
    <w:rsid w:val="00A10933"/>
    <w:rsid w:val="00A155EE"/>
    <w:rsid w:val="00A17E61"/>
    <w:rsid w:val="00A20AFA"/>
    <w:rsid w:val="00A244B8"/>
    <w:rsid w:val="00A26132"/>
    <w:rsid w:val="00A351D9"/>
    <w:rsid w:val="00A51D3B"/>
    <w:rsid w:val="00A53BDE"/>
    <w:rsid w:val="00A56C66"/>
    <w:rsid w:val="00A56C67"/>
    <w:rsid w:val="00A6056B"/>
    <w:rsid w:val="00A64359"/>
    <w:rsid w:val="00A64837"/>
    <w:rsid w:val="00A67979"/>
    <w:rsid w:val="00A711CA"/>
    <w:rsid w:val="00A71B9E"/>
    <w:rsid w:val="00A7634C"/>
    <w:rsid w:val="00A76437"/>
    <w:rsid w:val="00A86025"/>
    <w:rsid w:val="00A87D72"/>
    <w:rsid w:val="00A90961"/>
    <w:rsid w:val="00AA01AD"/>
    <w:rsid w:val="00AB6439"/>
    <w:rsid w:val="00AB670E"/>
    <w:rsid w:val="00AB6C5B"/>
    <w:rsid w:val="00AC1614"/>
    <w:rsid w:val="00AC583B"/>
    <w:rsid w:val="00AD2B20"/>
    <w:rsid w:val="00AD4EFD"/>
    <w:rsid w:val="00AE271B"/>
    <w:rsid w:val="00AE41E5"/>
    <w:rsid w:val="00AE4AE9"/>
    <w:rsid w:val="00AE67CC"/>
    <w:rsid w:val="00AF6619"/>
    <w:rsid w:val="00B0451B"/>
    <w:rsid w:val="00B06C61"/>
    <w:rsid w:val="00B204EA"/>
    <w:rsid w:val="00B22BA0"/>
    <w:rsid w:val="00B412B9"/>
    <w:rsid w:val="00B4225E"/>
    <w:rsid w:val="00B4258C"/>
    <w:rsid w:val="00B452AE"/>
    <w:rsid w:val="00B5128C"/>
    <w:rsid w:val="00B518C1"/>
    <w:rsid w:val="00B54698"/>
    <w:rsid w:val="00B643B8"/>
    <w:rsid w:val="00B66147"/>
    <w:rsid w:val="00B717FC"/>
    <w:rsid w:val="00B71AE8"/>
    <w:rsid w:val="00B76292"/>
    <w:rsid w:val="00B8370C"/>
    <w:rsid w:val="00B852E7"/>
    <w:rsid w:val="00B8681D"/>
    <w:rsid w:val="00B9696F"/>
    <w:rsid w:val="00BA0307"/>
    <w:rsid w:val="00BC4C68"/>
    <w:rsid w:val="00BC693B"/>
    <w:rsid w:val="00BD169B"/>
    <w:rsid w:val="00BD4134"/>
    <w:rsid w:val="00BE466F"/>
    <w:rsid w:val="00BF60E7"/>
    <w:rsid w:val="00BF6D67"/>
    <w:rsid w:val="00C01A57"/>
    <w:rsid w:val="00C01A94"/>
    <w:rsid w:val="00C024A8"/>
    <w:rsid w:val="00C04646"/>
    <w:rsid w:val="00C14684"/>
    <w:rsid w:val="00C14685"/>
    <w:rsid w:val="00C17811"/>
    <w:rsid w:val="00C2020C"/>
    <w:rsid w:val="00C35AD6"/>
    <w:rsid w:val="00C42780"/>
    <w:rsid w:val="00C4622D"/>
    <w:rsid w:val="00C5084D"/>
    <w:rsid w:val="00C604C1"/>
    <w:rsid w:val="00C64F3B"/>
    <w:rsid w:val="00C66757"/>
    <w:rsid w:val="00C7084A"/>
    <w:rsid w:val="00C743C2"/>
    <w:rsid w:val="00C74E07"/>
    <w:rsid w:val="00C77B8D"/>
    <w:rsid w:val="00C800A8"/>
    <w:rsid w:val="00C80411"/>
    <w:rsid w:val="00C806C5"/>
    <w:rsid w:val="00C80DCD"/>
    <w:rsid w:val="00C829B5"/>
    <w:rsid w:val="00C82C26"/>
    <w:rsid w:val="00C832DC"/>
    <w:rsid w:val="00C83A2B"/>
    <w:rsid w:val="00C9047E"/>
    <w:rsid w:val="00C907F7"/>
    <w:rsid w:val="00C9498F"/>
    <w:rsid w:val="00C96E17"/>
    <w:rsid w:val="00C9709D"/>
    <w:rsid w:val="00CA103E"/>
    <w:rsid w:val="00CA244A"/>
    <w:rsid w:val="00CB08AC"/>
    <w:rsid w:val="00CB17D5"/>
    <w:rsid w:val="00CC0278"/>
    <w:rsid w:val="00CC68F3"/>
    <w:rsid w:val="00CC72AA"/>
    <w:rsid w:val="00CD403A"/>
    <w:rsid w:val="00CE0D49"/>
    <w:rsid w:val="00CF1764"/>
    <w:rsid w:val="00D00C36"/>
    <w:rsid w:val="00D03979"/>
    <w:rsid w:val="00D03A9A"/>
    <w:rsid w:val="00D10DBD"/>
    <w:rsid w:val="00D17680"/>
    <w:rsid w:val="00D2330C"/>
    <w:rsid w:val="00D235B6"/>
    <w:rsid w:val="00D25A02"/>
    <w:rsid w:val="00D46454"/>
    <w:rsid w:val="00D61DBC"/>
    <w:rsid w:val="00D663EE"/>
    <w:rsid w:val="00D72B45"/>
    <w:rsid w:val="00D72D4F"/>
    <w:rsid w:val="00D802F6"/>
    <w:rsid w:val="00D81DEA"/>
    <w:rsid w:val="00D8565B"/>
    <w:rsid w:val="00D87AE7"/>
    <w:rsid w:val="00D909ED"/>
    <w:rsid w:val="00D90AB6"/>
    <w:rsid w:val="00D93BC6"/>
    <w:rsid w:val="00DA2820"/>
    <w:rsid w:val="00DB72FE"/>
    <w:rsid w:val="00DC56E2"/>
    <w:rsid w:val="00DD17B1"/>
    <w:rsid w:val="00DF23F9"/>
    <w:rsid w:val="00DF52F8"/>
    <w:rsid w:val="00DF76C4"/>
    <w:rsid w:val="00DF782A"/>
    <w:rsid w:val="00E06469"/>
    <w:rsid w:val="00E07AC6"/>
    <w:rsid w:val="00E11E1F"/>
    <w:rsid w:val="00E13A88"/>
    <w:rsid w:val="00E21E23"/>
    <w:rsid w:val="00E23D66"/>
    <w:rsid w:val="00E246D9"/>
    <w:rsid w:val="00E27C40"/>
    <w:rsid w:val="00E314FE"/>
    <w:rsid w:val="00E376C5"/>
    <w:rsid w:val="00E37ECE"/>
    <w:rsid w:val="00E37FC9"/>
    <w:rsid w:val="00E46E14"/>
    <w:rsid w:val="00E520D8"/>
    <w:rsid w:val="00E53483"/>
    <w:rsid w:val="00E57E6C"/>
    <w:rsid w:val="00E62F47"/>
    <w:rsid w:val="00E650A4"/>
    <w:rsid w:val="00E71D3F"/>
    <w:rsid w:val="00E759B9"/>
    <w:rsid w:val="00E84386"/>
    <w:rsid w:val="00E93100"/>
    <w:rsid w:val="00E95D49"/>
    <w:rsid w:val="00EA5994"/>
    <w:rsid w:val="00EA7273"/>
    <w:rsid w:val="00EB4709"/>
    <w:rsid w:val="00EC0E6C"/>
    <w:rsid w:val="00EC4A32"/>
    <w:rsid w:val="00EC6A8C"/>
    <w:rsid w:val="00ED0BD1"/>
    <w:rsid w:val="00ED1774"/>
    <w:rsid w:val="00ED32F3"/>
    <w:rsid w:val="00ED46AC"/>
    <w:rsid w:val="00EE2839"/>
    <w:rsid w:val="00EE7E94"/>
    <w:rsid w:val="00EF4B05"/>
    <w:rsid w:val="00F11E18"/>
    <w:rsid w:val="00F21A32"/>
    <w:rsid w:val="00F24258"/>
    <w:rsid w:val="00F259F8"/>
    <w:rsid w:val="00F437A9"/>
    <w:rsid w:val="00F46229"/>
    <w:rsid w:val="00F522A1"/>
    <w:rsid w:val="00F66212"/>
    <w:rsid w:val="00F73998"/>
    <w:rsid w:val="00F73A46"/>
    <w:rsid w:val="00F77BB0"/>
    <w:rsid w:val="00F812F8"/>
    <w:rsid w:val="00F92E90"/>
    <w:rsid w:val="00FA7A12"/>
    <w:rsid w:val="00FB0CD8"/>
    <w:rsid w:val="00FB2468"/>
    <w:rsid w:val="00FC351D"/>
    <w:rsid w:val="00FD055D"/>
    <w:rsid w:val="00FD1D97"/>
    <w:rsid w:val="00FD771D"/>
    <w:rsid w:val="00FD7EDE"/>
    <w:rsid w:val="00FE2972"/>
    <w:rsid w:val="00FE36BD"/>
    <w:rsid w:val="00FE3A19"/>
    <w:rsid w:val="00FE3A4F"/>
    <w:rsid w:val="00FE44CA"/>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3CF961D9"/>
  <w15:chartTrackingRefBased/>
  <w15:docId w15:val="{61EBEC90-9164-4B5A-944B-CB9ADCB0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zh-CN"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07AC6"/>
    <w:rPr>
      <w:lang w:eastAsia="de-DE" w:bidi="ar-SA"/>
    </w:rPr>
  </w:style>
  <w:style w:type="paragraph" w:styleId="berschrift1">
    <w:name w:val="heading 1"/>
    <w:basedOn w:val="Standard"/>
    <w:next w:val="Standard"/>
    <w:qFormat/>
    <w:rsid w:val="00E07AC6"/>
    <w:pPr>
      <w:keepNext/>
      <w:outlineLvl w:val="0"/>
    </w:pPr>
    <w:rPr>
      <w:rFonts w:ascii="Arial" w:hAnsi="Arial"/>
      <w:sz w:val="24"/>
    </w:rPr>
  </w:style>
  <w:style w:type="paragraph" w:styleId="berschrift2">
    <w:name w:val="heading 2"/>
    <w:basedOn w:val="Standard"/>
    <w:next w:val="Standard"/>
    <w:qFormat/>
    <w:rsid w:val="00E07AC6"/>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07AC6"/>
    <w:pPr>
      <w:tabs>
        <w:tab w:val="center" w:pos="4536"/>
        <w:tab w:val="right" w:pos="9072"/>
      </w:tabs>
    </w:pPr>
  </w:style>
  <w:style w:type="paragraph" w:styleId="Fuzeile">
    <w:name w:val="footer"/>
    <w:basedOn w:val="Standard"/>
    <w:rsid w:val="00E07AC6"/>
    <w:pPr>
      <w:tabs>
        <w:tab w:val="center" w:pos="4536"/>
        <w:tab w:val="right" w:pos="9072"/>
      </w:tabs>
    </w:pPr>
  </w:style>
  <w:style w:type="character" w:styleId="Seitenzahl">
    <w:name w:val="page number"/>
    <w:basedOn w:val="Absatz-Standardschriftart"/>
    <w:rsid w:val="00E07AC6"/>
  </w:style>
  <w:style w:type="paragraph" w:styleId="Textkrper">
    <w:name w:val="Body Text"/>
    <w:basedOn w:val="Standard"/>
    <w:rsid w:val="00E07AC6"/>
    <w:pPr>
      <w:ind w:right="-143"/>
    </w:pPr>
    <w:rPr>
      <w:rFonts w:ascii="Helvetica 55" w:hAnsi="Helvetica 55"/>
    </w:rPr>
  </w:style>
  <w:style w:type="character" w:styleId="Hyperlink">
    <w:name w:val="Hyperlink"/>
    <w:rsid w:val="00E07AC6"/>
    <w:rPr>
      <w:color w:val="0000FF"/>
      <w:u w:val="single"/>
    </w:rPr>
  </w:style>
  <w:style w:type="paragraph" w:styleId="Textkrper2">
    <w:name w:val="Body Text 2"/>
    <w:basedOn w:val="Standard"/>
    <w:rsid w:val="00E07AC6"/>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customStyle="1" w:styleId="NichtaufgelsteErwhnung1">
    <w:name w:val="Nicht aufgelöste Erwähnung1"/>
    <w:basedOn w:val="Absatz-Standardschriftart"/>
    <w:uiPriority w:val="99"/>
    <w:semiHidden/>
    <w:unhideWhenUsed/>
    <w:rsid w:val="000D3EEB"/>
    <w:rPr>
      <w:color w:val="605E5C"/>
      <w:shd w:val="clear" w:color="auto" w:fill="E1DFDD"/>
    </w:rPr>
  </w:style>
  <w:style w:type="character" w:styleId="NichtaufgelsteErwhnung">
    <w:name w:val="Unresolved Mention"/>
    <w:basedOn w:val="Absatz-Standardschriftart"/>
    <w:uiPriority w:val="99"/>
    <w:semiHidden/>
    <w:unhideWhenUsed/>
    <w:rsid w:val="00B71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69003320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327866">
      <w:bodyDiv w:val="1"/>
      <w:marLeft w:val="0"/>
      <w:marRight w:val="0"/>
      <w:marTop w:val="0"/>
      <w:marBottom w:val="0"/>
      <w:divBdr>
        <w:top w:val="none" w:sz="0" w:space="0" w:color="auto"/>
        <w:left w:val="none" w:sz="0" w:space="0" w:color="auto"/>
        <w:bottom w:val="none" w:sz="0" w:space="0" w:color="auto"/>
        <w:right w:val="none" w:sz="0" w:space="0" w:color="auto"/>
      </w:divBdr>
    </w:div>
    <w:div w:id="1457068183">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mart-reordering.innovating-automation.tech/e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youtu.be/klxWUvzXS-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smart-reordering.innovating-automation.tech/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berma\Balluff%20GmbH\Teams.MAS.HQ%20-%20Dokumente\MAS.GMA\02_MAM\06_Marketing%20Channels\05_Trade%20Press\00_Vorlagen\P-2000X_Vorlage_Product-Comm_E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12C412F006584184D5D250943A0D4D" ma:contentTypeVersion="13" ma:contentTypeDescription="Ein neues Dokument erstellen." ma:contentTypeScope="" ma:versionID="74721d0b7fd198d2c4a0cd69ffc0598a">
  <xsd:schema xmlns:xsd="http://www.w3.org/2001/XMLSchema" xmlns:xs="http://www.w3.org/2001/XMLSchema" xmlns:p="http://schemas.microsoft.com/office/2006/metadata/properties" xmlns:ns2="92adf06c-681a-41ef-8ab6-326c94b9acb0" xmlns:ns3="fffb9c42-6bef-44f0-bbf9-ed9914622cf0" targetNamespace="http://schemas.microsoft.com/office/2006/metadata/properties" ma:root="true" ma:fieldsID="ad2e50e29ca63b484d352234882d7e9e" ns2:_="" ns3:_="">
    <xsd:import namespace="92adf06c-681a-41ef-8ab6-326c94b9acb0"/>
    <xsd:import namespace="fffb9c42-6bef-44f0-bbf9-ed9914622cf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adf06c-681a-41ef-8ab6-326c94b9ac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ffb9c42-6bef-44f0-bbf9-ed9914622cf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3F2683-F51A-4871-9370-2E2D374FCB3C}">
  <ds:schemaRefs>
    <ds:schemaRef ds:uri="http://schemas.microsoft.com/sharepoint/v3/contenttype/forms"/>
  </ds:schemaRefs>
</ds:datastoreItem>
</file>

<file path=customXml/itemProps2.xml><?xml version="1.0" encoding="utf-8"?>
<ds:datastoreItem xmlns:ds="http://schemas.openxmlformats.org/officeDocument/2006/customXml" ds:itemID="{7DE50EF5-7957-489A-A815-6D6E053BFFF8}"/>
</file>

<file path=customXml/itemProps3.xml><?xml version="1.0" encoding="utf-8"?>
<ds:datastoreItem xmlns:ds="http://schemas.openxmlformats.org/officeDocument/2006/customXml" ds:itemID="{43449A61-FD92-4CFE-8976-9AA027A0B032}">
  <ds:schemaRefs>
    <ds:schemaRef ds:uri="http://purl.org/dc/elements/1.1/"/>
    <ds:schemaRef ds:uri="http://schemas.microsoft.com/office/2006/metadata/properties"/>
    <ds:schemaRef ds:uri="79a6e47e-9b40-4f4d-b778-4e3dc7a7e666"/>
    <ds:schemaRef ds:uri="c6407a83-e13c-43b6-8d4f-238517deacf4"/>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P-2000X_Vorlage_Product-Comm_EN</Template>
  <TotalTime>0</TotalTime>
  <Pages>2</Pages>
  <Words>633</Words>
  <Characters>3991</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Gebhard Balluff Gmbh</Company>
  <LinksUpToDate>false</LinksUpToDate>
  <CharactersWithSpaces>4615</CharactersWithSpaces>
  <SharedDoc>false</SharedDoc>
  <HLinks>
    <vt:vector size="12" baseType="variant">
      <vt:variant>
        <vt:i4>3342374</vt:i4>
      </vt:variant>
      <vt:variant>
        <vt:i4>3</vt:i4>
      </vt:variant>
      <vt:variant>
        <vt:i4>0</vt:i4>
      </vt:variant>
      <vt:variant>
        <vt:i4>5</vt:i4>
      </vt:variant>
      <vt:variant>
        <vt:lpwstr>https://smart-reordering.innovating-automation.tech/en/</vt:lpwstr>
      </vt:variant>
      <vt:variant>
        <vt:lpwstr/>
      </vt:variant>
      <vt:variant>
        <vt:i4>3342374</vt:i4>
      </vt:variant>
      <vt:variant>
        <vt:i4>0</vt:i4>
      </vt:variant>
      <vt:variant>
        <vt:i4>0</vt:i4>
      </vt:variant>
      <vt:variant>
        <vt:i4>5</vt:i4>
      </vt:variant>
      <vt:variant>
        <vt:lpwstr>https://smart-reordering.innovating-automation.tech/en/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Huber</dc:creator>
  <cp:keywords/>
  <dc:description>alle Freigaben erteilt</dc:description>
  <cp:lastModifiedBy>Tessa Blatt</cp:lastModifiedBy>
  <cp:revision>10</cp:revision>
  <cp:lastPrinted>2016-04-18T13:59:00Z</cp:lastPrinted>
  <dcterms:created xsi:type="dcterms:W3CDTF">2021-09-07T08:51:00Z</dcterms:created>
  <dcterms:modified xsi:type="dcterms:W3CDTF">2021-09-08T14:12:00Z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0x0101003D12C412F006584184D5D250943A0D4D</vt:lpwstr>
  </property>
</Properties>
</file>